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67668" w14:textId="77777777" w:rsidR="008B0EB2" w:rsidRDefault="008B0EB2" w:rsidP="008B0EB2">
      <w:pPr>
        <w:spacing w:line="360" w:lineRule="auto"/>
        <w:jc w:val="both"/>
        <w:rPr>
          <w:sz w:val="28"/>
          <w:szCs w:val="28"/>
        </w:rPr>
      </w:pPr>
    </w:p>
    <w:p w14:paraId="67B0A626" w14:textId="5470D7B7" w:rsidR="008B0EB2" w:rsidRDefault="008B0EB2" w:rsidP="00D10188">
      <w:pPr>
        <w:pStyle w:val="T1PC"/>
      </w:pPr>
      <w:r w:rsidRPr="00DB2994">
        <w:t>ANEXO 1</w:t>
      </w:r>
    </w:p>
    <w:p w14:paraId="081077E0" w14:textId="77777777" w:rsidR="00DB2994" w:rsidRPr="00DB2994" w:rsidRDefault="00DB2994" w:rsidP="00DB2994">
      <w:pPr>
        <w:spacing w:line="360" w:lineRule="auto"/>
        <w:jc w:val="center"/>
        <w:rPr>
          <w:b/>
          <w:bCs/>
          <w:sz w:val="32"/>
          <w:szCs w:val="32"/>
        </w:rPr>
      </w:pPr>
    </w:p>
    <w:p w14:paraId="7EE2F2E4" w14:textId="5CAE0E6B" w:rsidR="008B0EB2" w:rsidRPr="008B0EB2" w:rsidRDefault="008B0EB2" w:rsidP="008B0EB2">
      <w:pPr>
        <w:spacing w:line="360" w:lineRule="auto"/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_______________________</w:t>
      </w:r>
      <w:r w:rsidRPr="008B0EB2">
        <w:rPr>
          <w:sz w:val="28"/>
          <w:szCs w:val="28"/>
        </w:rPr>
        <w:t xml:space="preserve">de </w:t>
      </w:r>
      <w:r>
        <w:rPr>
          <w:sz w:val="28"/>
          <w:szCs w:val="28"/>
        </w:rPr>
        <w:t>___________</w:t>
      </w:r>
      <w:r w:rsidRPr="008B0EB2">
        <w:rPr>
          <w:sz w:val="28"/>
          <w:szCs w:val="28"/>
        </w:rPr>
        <w:t xml:space="preserve"> </w:t>
      </w:r>
      <w:proofErr w:type="spellStart"/>
      <w:r w:rsidRPr="008B0EB2">
        <w:rPr>
          <w:sz w:val="28"/>
          <w:szCs w:val="28"/>
        </w:rPr>
        <w:t>de</w:t>
      </w:r>
      <w:proofErr w:type="spellEnd"/>
      <w:r w:rsidRPr="008B0EB2">
        <w:rPr>
          <w:sz w:val="28"/>
          <w:szCs w:val="28"/>
        </w:rPr>
        <w:t xml:space="preserve"> 20</w:t>
      </w:r>
      <w:r>
        <w:rPr>
          <w:sz w:val="28"/>
          <w:szCs w:val="28"/>
        </w:rPr>
        <w:t>___</w:t>
      </w:r>
    </w:p>
    <w:p w14:paraId="243B4EA6" w14:textId="190F1DBE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SEÑOR SECRETARIO/A GENERAL DEL COMITÉ EJECUTIVO NACIONAL DEL PARTIDO COLORADO</w:t>
      </w:r>
      <w:r w:rsidR="004C656E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</w:t>
      </w:r>
    </w:p>
    <w:p w14:paraId="7C7B3047" w14:textId="5AC5D1BE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  <w:r w:rsidRPr="008B0EB2">
        <w:rPr>
          <w:sz w:val="28"/>
          <w:szCs w:val="28"/>
        </w:rPr>
        <w:t xml:space="preserve"> y</w:t>
      </w:r>
      <w:r>
        <w:rPr>
          <w:sz w:val="28"/>
          <w:szCs w:val="28"/>
        </w:rPr>
        <w:t xml:space="preserve"> ____________________________, </w:t>
      </w:r>
      <w:r w:rsidRPr="008B0EB2">
        <w:rPr>
          <w:sz w:val="28"/>
          <w:szCs w:val="28"/>
        </w:rPr>
        <w:t>en sus respectivos caracteres de Presidente de Turno y Secretario General de la agrupación</w:t>
      </w:r>
      <w:r>
        <w:rPr>
          <w:sz w:val="28"/>
          <w:szCs w:val="28"/>
        </w:rPr>
        <w:t xml:space="preserve"> __________________</w:t>
      </w:r>
      <w:r w:rsidRPr="008B0EB2">
        <w:rPr>
          <w:sz w:val="28"/>
          <w:szCs w:val="28"/>
        </w:rPr>
        <w:t xml:space="preserve"> (Nacional / departamental - indicar lo que corresponda) denominada “</w:t>
      </w:r>
      <w:r>
        <w:rPr>
          <w:sz w:val="28"/>
          <w:szCs w:val="28"/>
        </w:rPr>
        <w:t>_____________________________</w:t>
      </w:r>
      <w:r w:rsidRPr="008B0EB2">
        <w:rPr>
          <w:sz w:val="28"/>
          <w:szCs w:val="28"/>
        </w:rPr>
        <w:t>”, con domicilio en la calle</w:t>
      </w:r>
      <w:r>
        <w:rPr>
          <w:sz w:val="28"/>
          <w:szCs w:val="28"/>
        </w:rPr>
        <w:t xml:space="preserve"> _____________________________</w:t>
      </w:r>
      <w:r w:rsidRPr="008B0EB2">
        <w:rPr>
          <w:sz w:val="28"/>
          <w:szCs w:val="28"/>
        </w:rPr>
        <w:t xml:space="preserve"> de la ciudad de </w:t>
      </w:r>
      <w:r>
        <w:rPr>
          <w:sz w:val="28"/>
          <w:szCs w:val="28"/>
        </w:rPr>
        <w:t>___________________</w:t>
      </w:r>
      <w:r w:rsidRPr="008B0EB2">
        <w:rPr>
          <w:sz w:val="28"/>
          <w:szCs w:val="28"/>
        </w:rPr>
        <w:t xml:space="preserve">, departamento de </w:t>
      </w:r>
      <w:r>
        <w:rPr>
          <w:sz w:val="28"/>
          <w:szCs w:val="28"/>
        </w:rPr>
        <w:t>_______________</w:t>
      </w:r>
      <w:r w:rsidRPr="008B0EB2">
        <w:rPr>
          <w:sz w:val="28"/>
          <w:szCs w:val="28"/>
        </w:rPr>
        <w:t xml:space="preserve">, con teléfono </w:t>
      </w:r>
      <w:r>
        <w:rPr>
          <w:sz w:val="28"/>
          <w:szCs w:val="28"/>
        </w:rPr>
        <w:t xml:space="preserve">___________________ </w:t>
      </w:r>
      <w:r w:rsidRPr="008B0EB2">
        <w:rPr>
          <w:sz w:val="28"/>
          <w:szCs w:val="28"/>
        </w:rPr>
        <w:t>y correo electrónico</w:t>
      </w:r>
      <w:r>
        <w:rPr>
          <w:sz w:val="28"/>
          <w:szCs w:val="28"/>
        </w:rPr>
        <w:t>_______________________</w:t>
      </w:r>
      <w:r w:rsidRPr="008B0EB2">
        <w:rPr>
          <w:sz w:val="28"/>
          <w:szCs w:val="28"/>
        </w:rPr>
        <w:t>, se presentan por su intermedio al Comité Ejecutivo Nacional del Partido y exponen:</w:t>
      </w:r>
    </w:p>
    <w:p w14:paraId="1CF81516" w14:textId="0978C8D9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1)</w:t>
      </w:r>
      <w:r w:rsidRPr="008B0EB2">
        <w:rPr>
          <w:sz w:val="28"/>
          <w:szCs w:val="28"/>
        </w:rPr>
        <w:tab/>
        <w:t>Que la agrupación que representan ha sido constituida con fecha</w:t>
      </w:r>
      <w:r w:rsidR="00DB2994">
        <w:rPr>
          <w:sz w:val="28"/>
          <w:szCs w:val="28"/>
        </w:rPr>
        <w:t xml:space="preserve"> __________________ </w:t>
      </w:r>
      <w:r w:rsidRPr="008B0EB2">
        <w:rPr>
          <w:sz w:val="28"/>
          <w:szCs w:val="28"/>
        </w:rPr>
        <w:t>en el ámbito</w:t>
      </w:r>
      <w:r w:rsidR="00DB2994">
        <w:rPr>
          <w:sz w:val="28"/>
          <w:szCs w:val="28"/>
        </w:rPr>
        <w:t xml:space="preserve"> ____________________</w:t>
      </w:r>
      <w:r w:rsidRPr="008B0EB2">
        <w:rPr>
          <w:sz w:val="28"/>
          <w:szCs w:val="28"/>
        </w:rPr>
        <w:t xml:space="preserve"> (nacional / departamental - indicar lo que corresponda).</w:t>
      </w:r>
    </w:p>
    <w:p w14:paraId="744D9D78" w14:textId="5083C48A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2)</w:t>
      </w:r>
      <w:r w:rsidRPr="008B0EB2">
        <w:rPr>
          <w:sz w:val="28"/>
          <w:szCs w:val="28"/>
        </w:rPr>
        <w:tab/>
        <w:t>Que de acuerdo con las normas electorales vigentes vienen por la presente a gestionar su reconocimiento y autorización para actuar dentro del lema Partido Colorado y su correspondiente registro ante la Corte Electoral por el período 20</w:t>
      </w:r>
      <w:r w:rsidR="00DB2994">
        <w:rPr>
          <w:sz w:val="28"/>
          <w:szCs w:val="28"/>
        </w:rPr>
        <w:t>20</w:t>
      </w:r>
      <w:r w:rsidRPr="008B0EB2">
        <w:rPr>
          <w:sz w:val="28"/>
          <w:szCs w:val="28"/>
        </w:rPr>
        <w:t xml:space="preserve"> / 202</w:t>
      </w:r>
      <w:r w:rsidR="00DB2994">
        <w:rPr>
          <w:sz w:val="28"/>
          <w:szCs w:val="28"/>
        </w:rPr>
        <w:t>5</w:t>
      </w:r>
      <w:r w:rsidRPr="008B0EB2">
        <w:rPr>
          <w:sz w:val="28"/>
          <w:szCs w:val="28"/>
        </w:rPr>
        <w:t>.</w:t>
      </w:r>
    </w:p>
    <w:p w14:paraId="0FA42D00" w14:textId="77777777" w:rsidR="004C656E" w:rsidRDefault="004C656E" w:rsidP="008B0EB2">
      <w:pPr>
        <w:spacing w:line="360" w:lineRule="auto"/>
        <w:jc w:val="both"/>
        <w:rPr>
          <w:sz w:val="28"/>
          <w:szCs w:val="28"/>
        </w:rPr>
      </w:pPr>
    </w:p>
    <w:p w14:paraId="62C76679" w14:textId="77777777" w:rsidR="004C656E" w:rsidRDefault="004C656E" w:rsidP="008B0EB2">
      <w:pPr>
        <w:spacing w:line="360" w:lineRule="auto"/>
        <w:jc w:val="both"/>
        <w:rPr>
          <w:sz w:val="28"/>
          <w:szCs w:val="28"/>
        </w:rPr>
      </w:pPr>
    </w:p>
    <w:p w14:paraId="609EF270" w14:textId="285F1578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3)</w:t>
      </w:r>
      <w:r w:rsidRPr="008B0EB2">
        <w:rPr>
          <w:sz w:val="28"/>
          <w:szCs w:val="28"/>
        </w:rPr>
        <w:tab/>
        <w:t>Que solicitan asimismo se le conceda a la agrupación el uso del / de los sublema(s) nacional(es) / departamental(es)</w:t>
      </w:r>
    </w:p>
    <w:p w14:paraId="20105594" w14:textId="239FB683" w:rsidR="008B0EB2" w:rsidRPr="008B0EB2" w:rsidRDefault="008B0EB2" w:rsidP="00DB2994">
      <w:pPr>
        <w:spacing w:line="360" w:lineRule="auto"/>
        <w:ind w:firstLine="708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1)</w:t>
      </w:r>
      <w:r w:rsidR="00DB2994">
        <w:rPr>
          <w:sz w:val="28"/>
          <w:szCs w:val="28"/>
        </w:rPr>
        <w:t xml:space="preserve"> _________________________________________</w:t>
      </w:r>
    </w:p>
    <w:p w14:paraId="2DAFC5B1" w14:textId="47E8220F" w:rsidR="008B0EB2" w:rsidRPr="008B0EB2" w:rsidRDefault="008B0EB2" w:rsidP="00DB2994">
      <w:pPr>
        <w:spacing w:line="360" w:lineRule="auto"/>
        <w:ind w:firstLine="708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2)</w:t>
      </w:r>
      <w:r w:rsidR="00DB2994">
        <w:rPr>
          <w:sz w:val="28"/>
          <w:szCs w:val="28"/>
        </w:rPr>
        <w:t xml:space="preserve"> _________________________________________</w:t>
      </w:r>
    </w:p>
    <w:p w14:paraId="4B3FD03F" w14:textId="144B3946" w:rsidR="008B0EB2" w:rsidRPr="008B0EB2" w:rsidRDefault="008B0EB2" w:rsidP="00DB2994">
      <w:pPr>
        <w:spacing w:line="360" w:lineRule="auto"/>
        <w:ind w:firstLine="708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3)</w:t>
      </w:r>
      <w:r w:rsidR="00DB2994">
        <w:rPr>
          <w:sz w:val="28"/>
          <w:szCs w:val="28"/>
        </w:rPr>
        <w:t xml:space="preserve"> _________________________________________</w:t>
      </w:r>
    </w:p>
    <w:p w14:paraId="6A24DC86" w14:textId="77777777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4)</w:t>
      </w:r>
      <w:r w:rsidRPr="008B0EB2">
        <w:rPr>
          <w:sz w:val="28"/>
          <w:szCs w:val="28"/>
        </w:rPr>
        <w:tab/>
        <w:t>Se tenga presente que se adjuntan los recaudos exigidos para la correspondiente tramitación: Acta de Asamblea/Acta Fundacional (según corresponda), nómina de integrantes del Comité Ejecutivo de la agrupación con sus respectivas credenciales cívicas y firmas y constancia de ser afiliados al Partido con sus cuotas al día.</w:t>
      </w:r>
    </w:p>
    <w:p w14:paraId="0B9F884B" w14:textId="77777777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</w:p>
    <w:p w14:paraId="35747251" w14:textId="095B5E51" w:rsidR="00DB2994" w:rsidRDefault="00DB2994" w:rsidP="008B0EB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</w:t>
      </w:r>
    </w:p>
    <w:p w14:paraId="5FBFE767" w14:textId="5E2B3980" w:rsidR="008B0EB2" w:rsidRPr="008B0EB2" w:rsidRDefault="008B0EB2" w:rsidP="00DB2994">
      <w:pPr>
        <w:spacing w:line="360" w:lineRule="auto"/>
        <w:ind w:firstLine="708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Presidente de Turno                   </w:t>
      </w:r>
      <w:r w:rsidR="00DB2994">
        <w:rPr>
          <w:sz w:val="28"/>
          <w:szCs w:val="28"/>
        </w:rPr>
        <w:tab/>
      </w:r>
      <w:r w:rsidR="00DB2994">
        <w:rPr>
          <w:sz w:val="28"/>
          <w:szCs w:val="28"/>
        </w:rPr>
        <w:tab/>
      </w:r>
      <w:r w:rsidR="00DB2994">
        <w:rPr>
          <w:sz w:val="28"/>
          <w:szCs w:val="28"/>
        </w:rPr>
        <w:tab/>
      </w:r>
      <w:proofErr w:type="gramStart"/>
      <w:r w:rsidRPr="008B0EB2">
        <w:rPr>
          <w:sz w:val="28"/>
          <w:szCs w:val="28"/>
        </w:rPr>
        <w:t>Secretario General</w:t>
      </w:r>
      <w:proofErr w:type="gramEnd"/>
    </w:p>
    <w:p w14:paraId="3220EDA7" w14:textId="77777777" w:rsidR="00D10188" w:rsidRDefault="00D10188" w:rsidP="008B0EB2">
      <w:pPr>
        <w:spacing w:line="360" w:lineRule="auto"/>
        <w:jc w:val="both"/>
        <w:rPr>
          <w:sz w:val="28"/>
          <w:szCs w:val="28"/>
        </w:rPr>
      </w:pPr>
    </w:p>
    <w:p w14:paraId="5F95CAFB" w14:textId="62996768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Nombre, teléfono y correo electrónico para contacto: </w:t>
      </w:r>
    </w:p>
    <w:p w14:paraId="7E1A7A1F" w14:textId="43D45BB9" w:rsidR="008B0EB2" w:rsidRPr="008B0EB2" w:rsidRDefault="00DB2994" w:rsidP="008B0EB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</w:t>
      </w:r>
    </w:p>
    <w:p w14:paraId="09D59FED" w14:textId="3C5D5291" w:rsidR="00DB2994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 NÓMINA DE MIEMBROS DEL COMITÉ EJECUTIVO DE LA AGRUPACIÓN ELECTOS EN ASAMBLEA DE FECHA </w:t>
      </w:r>
      <w:r w:rsidR="00DB2994">
        <w:rPr>
          <w:sz w:val="28"/>
          <w:szCs w:val="28"/>
        </w:rPr>
        <w:t>______________________</w:t>
      </w:r>
      <w:r w:rsidRPr="008B0EB2">
        <w:rPr>
          <w:sz w:val="28"/>
          <w:szCs w:val="28"/>
        </w:rPr>
        <w:t xml:space="preserve"> QUE DEBERÁ ACOMPAÑAR A LA NOTA DE PRESENTACIÓN.</w:t>
      </w:r>
    </w:p>
    <w:p w14:paraId="6335523A" w14:textId="77777777" w:rsidR="004C656E" w:rsidRDefault="004C656E" w:rsidP="008B0EB2">
      <w:pPr>
        <w:spacing w:line="360" w:lineRule="auto"/>
        <w:jc w:val="both"/>
        <w:rPr>
          <w:sz w:val="28"/>
          <w:szCs w:val="28"/>
        </w:rPr>
      </w:pPr>
    </w:p>
    <w:p w14:paraId="0855ED45" w14:textId="77777777" w:rsidR="005535F9" w:rsidRDefault="005535F9" w:rsidP="008B0EB2">
      <w:pPr>
        <w:spacing w:line="360" w:lineRule="auto"/>
        <w:jc w:val="both"/>
        <w:rPr>
          <w:sz w:val="28"/>
          <w:szCs w:val="28"/>
        </w:rPr>
      </w:pPr>
    </w:p>
    <w:tbl>
      <w:tblPr>
        <w:tblStyle w:val="Tablaconcuadrcula"/>
        <w:tblpPr w:vertAnchor="page" w:tblpXSpec="center" w:tblpY="2677"/>
        <w:tblOverlap w:val="never"/>
        <w:tblW w:w="8627" w:type="dxa"/>
        <w:tblLayout w:type="fixed"/>
        <w:tblLook w:val="04A0" w:firstRow="1" w:lastRow="0" w:firstColumn="1" w:lastColumn="0" w:noHBand="0" w:noVBand="1"/>
      </w:tblPr>
      <w:tblGrid>
        <w:gridCol w:w="1555"/>
        <w:gridCol w:w="2976"/>
        <w:gridCol w:w="2552"/>
        <w:gridCol w:w="1544"/>
      </w:tblGrid>
      <w:tr w:rsidR="00D10188" w:rsidRPr="00D10188" w14:paraId="5D000533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18583237" w14:textId="271DB7A0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TITULARES</w:t>
            </w:r>
          </w:p>
        </w:tc>
        <w:tc>
          <w:tcPr>
            <w:tcW w:w="2976" w:type="dxa"/>
            <w:vAlign w:val="center"/>
          </w:tcPr>
          <w:p w14:paraId="0A8B1E88" w14:textId="0E869D28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NOMBRE Y APELLIDO</w:t>
            </w:r>
          </w:p>
        </w:tc>
        <w:tc>
          <w:tcPr>
            <w:tcW w:w="2552" w:type="dxa"/>
            <w:vAlign w:val="center"/>
          </w:tcPr>
          <w:p w14:paraId="161F03E0" w14:textId="0A620C8F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CREDENCIAL CÍVICA</w:t>
            </w:r>
          </w:p>
        </w:tc>
        <w:tc>
          <w:tcPr>
            <w:tcW w:w="1544" w:type="dxa"/>
            <w:vAlign w:val="center"/>
          </w:tcPr>
          <w:p w14:paraId="3EE47241" w14:textId="2AB1DEE1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FIRMA</w:t>
            </w:r>
          </w:p>
        </w:tc>
      </w:tr>
      <w:tr w:rsidR="00D10188" w:rsidRPr="00D10188" w14:paraId="0C3F8ECC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64D44A58" w14:textId="63650CDB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vAlign w:val="center"/>
          </w:tcPr>
          <w:p w14:paraId="3F35037C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6FD38D00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14:paraId="21D53ADA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</w:tr>
      <w:tr w:rsidR="00D10188" w:rsidRPr="00D10188" w14:paraId="2A990E85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7D55D42A" w14:textId="36AB0B85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2</w:t>
            </w:r>
          </w:p>
        </w:tc>
        <w:tc>
          <w:tcPr>
            <w:tcW w:w="2976" w:type="dxa"/>
            <w:vAlign w:val="center"/>
          </w:tcPr>
          <w:p w14:paraId="60B947F7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3F0AC08C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14:paraId="1A899154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</w:tr>
      <w:tr w:rsidR="00D10188" w:rsidRPr="00D10188" w14:paraId="4E6D36C6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4CCED756" w14:textId="5AE5BE9D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3</w:t>
            </w:r>
          </w:p>
        </w:tc>
        <w:tc>
          <w:tcPr>
            <w:tcW w:w="2976" w:type="dxa"/>
            <w:vAlign w:val="center"/>
          </w:tcPr>
          <w:p w14:paraId="3627E1F9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3314DE3B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14:paraId="429E4FEE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</w:tr>
      <w:tr w:rsidR="00D10188" w:rsidRPr="00D10188" w14:paraId="559EDEF2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4EDB378D" w14:textId="3ACE69F2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4</w:t>
            </w:r>
          </w:p>
        </w:tc>
        <w:tc>
          <w:tcPr>
            <w:tcW w:w="2976" w:type="dxa"/>
            <w:vAlign w:val="center"/>
          </w:tcPr>
          <w:p w14:paraId="4AEEEC19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4AE446AF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14:paraId="32788BFB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</w:tr>
      <w:tr w:rsidR="00D10188" w:rsidRPr="00D10188" w14:paraId="013DA161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4ADBBDAF" w14:textId="1BC34BBF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5</w:t>
            </w:r>
          </w:p>
        </w:tc>
        <w:tc>
          <w:tcPr>
            <w:tcW w:w="2976" w:type="dxa"/>
            <w:vAlign w:val="center"/>
          </w:tcPr>
          <w:p w14:paraId="6B08BF42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499E3B44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14:paraId="565475F2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</w:tr>
      <w:tr w:rsidR="00D10188" w:rsidRPr="00D10188" w14:paraId="315F4D96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3464BF42" w14:textId="2E3DA844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6</w:t>
            </w:r>
          </w:p>
        </w:tc>
        <w:tc>
          <w:tcPr>
            <w:tcW w:w="2976" w:type="dxa"/>
            <w:vAlign w:val="center"/>
          </w:tcPr>
          <w:p w14:paraId="180A2996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58EA1FF7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14:paraId="28D93F54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</w:tr>
      <w:tr w:rsidR="00D10188" w:rsidRPr="00D10188" w14:paraId="0FEAD475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303045B1" w14:textId="0E6D164B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7</w:t>
            </w:r>
          </w:p>
        </w:tc>
        <w:tc>
          <w:tcPr>
            <w:tcW w:w="2976" w:type="dxa"/>
            <w:vAlign w:val="center"/>
          </w:tcPr>
          <w:p w14:paraId="46EE54BE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4035D4C4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14:paraId="6C303193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</w:tr>
      <w:tr w:rsidR="00D10188" w:rsidRPr="00D10188" w14:paraId="547FD57E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63BC669A" w14:textId="1E4D3AE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8</w:t>
            </w:r>
          </w:p>
        </w:tc>
        <w:tc>
          <w:tcPr>
            <w:tcW w:w="2976" w:type="dxa"/>
            <w:vAlign w:val="center"/>
          </w:tcPr>
          <w:p w14:paraId="4DB91602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508E326D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14:paraId="7A31686B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</w:tr>
      <w:tr w:rsidR="00D10188" w:rsidRPr="00D10188" w14:paraId="4E207E78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1FF791D1" w14:textId="13D97B26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9</w:t>
            </w:r>
          </w:p>
        </w:tc>
        <w:tc>
          <w:tcPr>
            <w:tcW w:w="2976" w:type="dxa"/>
            <w:vAlign w:val="center"/>
          </w:tcPr>
          <w:p w14:paraId="77A1B206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11378BBD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14:paraId="1AF8995E" w14:textId="77777777" w:rsidR="00DB2994" w:rsidRPr="00D10188" w:rsidRDefault="00DB2994" w:rsidP="004C656E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</w:tr>
      <w:tr w:rsidR="008A47C1" w:rsidRPr="00D10188" w14:paraId="3ADAD755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23DC586C" w14:textId="4AEBCF99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SUPLENTES</w:t>
            </w:r>
          </w:p>
        </w:tc>
        <w:tc>
          <w:tcPr>
            <w:tcW w:w="2976" w:type="dxa"/>
            <w:vAlign w:val="center"/>
          </w:tcPr>
          <w:p w14:paraId="5738FA8E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NOMBRE Y APELLIDO</w:t>
            </w:r>
          </w:p>
        </w:tc>
        <w:tc>
          <w:tcPr>
            <w:tcW w:w="2552" w:type="dxa"/>
            <w:vAlign w:val="center"/>
          </w:tcPr>
          <w:p w14:paraId="3FF0F2D3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CREDENCIAL CÍVICA</w:t>
            </w:r>
          </w:p>
        </w:tc>
        <w:tc>
          <w:tcPr>
            <w:tcW w:w="1544" w:type="dxa"/>
            <w:vAlign w:val="center"/>
          </w:tcPr>
          <w:p w14:paraId="19A06F4F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FIRMA</w:t>
            </w:r>
          </w:p>
        </w:tc>
      </w:tr>
      <w:tr w:rsidR="008A47C1" w:rsidRPr="00D10188" w14:paraId="351EAABA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7883A31B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vAlign w:val="center"/>
          </w:tcPr>
          <w:p w14:paraId="6D152ABB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601545BD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14:paraId="2B213C9A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</w:tr>
      <w:tr w:rsidR="008A47C1" w:rsidRPr="00D10188" w14:paraId="129107E5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74885FAF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2</w:t>
            </w:r>
          </w:p>
        </w:tc>
        <w:tc>
          <w:tcPr>
            <w:tcW w:w="2976" w:type="dxa"/>
            <w:vAlign w:val="center"/>
          </w:tcPr>
          <w:p w14:paraId="2ECBACAB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56ABEBC5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14:paraId="1C80C1A1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</w:tr>
      <w:tr w:rsidR="008A47C1" w:rsidRPr="00D10188" w14:paraId="079E670C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60E89DD4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3</w:t>
            </w:r>
          </w:p>
        </w:tc>
        <w:tc>
          <w:tcPr>
            <w:tcW w:w="2976" w:type="dxa"/>
            <w:vAlign w:val="center"/>
          </w:tcPr>
          <w:p w14:paraId="56FBAC59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100FC679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14:paraId="483DD843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</w:tr>
      <w:tr w:rsidR="008A47C1" w:rsidRPr="00D10188" w14:paraId="0DD8F907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62E3EFA1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4</w:t>
            </w:r>
          </w:p>
        </w:tc>
        <w:tc>
          <w:tcPr>
            <w:tcW w:w="2976" w:type="dxa"/>
            <w:vAlign w:val="center"/>
          </w:tcPr>
          <w:p w14:paraId="5D6CDD23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346C65E7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14:paraId="3D8E0EC2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</w:tr>
      <w:tr w:rsidR="008A47C1" w:rsidRPr="00D10188" w14:paraId="1F7C2D99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57D63F22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5</w:t>
            </w:r>
          </w:p>
        </w:tc>
        <w:tc>
          <w:tcPr>
            <w:tcW w:w="2976" w:type="dxa"/>
            <w:vAlign w:val="center"/>
          </w:tcPr>
          <w:p w14:paraId="5140E107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4105B60A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14:paraId="13257813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</w:tr>
      <w:tr w:rsidR="008A47C1" w:rsidRPr="00D10188" w14:paraId="5211044C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79EDFF00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6</w:t>
            </w:r>
          </w:p>
        </w:tc>
        <w:tc>
          <w:tcPr>
            <w:tcW w:w="2976" w:type="dxa"/>
            <w:vAlign w:val="center"/>
          </w:tcPr>
          <w:p w14:paraId="3A5C9A96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0DA34270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14:paraId="4B388346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</w:tr>
      <w:tr w:rsidR="008A47C1" w:rsidRPr="00D10188" w14:paraId="51A07744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71DEB8B7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7</w:t>
            </w:r>
          </w:p>
        </w:tc>
        <w:tc>
          <w:tcPr>
            <w:tcW w:w="2976" w:type="dxa"/>
            <w:vAlign w:val="center"/>
          </w:tcPr>
          <w:p w14:paraId="08612DE9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132AE6A4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14:paraId="6FDECE62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</w:tr>
      <w:tr w:rsidR="008A47C1" w:rsidRPr="00D10188" w14:paraId="3A61403C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140C5AAD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8</w:t>
            </w:r>
          </w:p>
        </w:tc>
        <w:tc>
          <w:tcPr>
            <w:tcW w:w="2976" w:type="dxa"/>
            <w:vAlign w:val="center"/>
          </w:tcPr>
          <w:p w14:paraId="38FF52B3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36146B2E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14:paraId="4860887F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</w:tr>
      <w:tr w:rsidR="008A47C1" w:rsidRPr="00D10188" w14:paraId="59BF0F9D" w14:textId="77777777" w:rsidTr="008A47C1">
        <w:trPr>
          <w:cantSplit/>
          <w:trHeight w:hRule="exact" w:val="567"/>
        </w:trPr>
        <w:tc>
          <w:tcPr>
            <w:tcW w:w="1555" w:type="dxa"/>
            <w:vAlign w:val="center"/>
          </w:tcPr>
          <w:p w14:paraId="3FEA1E4E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  <w:r w:rsidRPr="00D10188">
              <w:rPr>
                <w:sz w:val="28"/>
                <w:szCs w:val="28"/>
              </w:rPr>
              <w:t>9</w:t>
            </w:r>
          </w:p>
        </w:tc>
        <w:tc>
          <w:tcPr>
            <w:tcW w:w="2976" w:type="dxa"/>
            <w:vAlign w:val="center"/>
          </w:tcPr>
          <w:p w14:paraId="13996E61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002C4321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14:paraId="3D17EBD5" w14:textId="77777777" w:rsidR="008A47C1" w:rsidRPr="00D10188" w:rsidRDefault="008A47C1" w:rsidP="003F44BD">
            <w:pPr>
              <w:pStyle w:val="T1PC"/>
              <w:spacing w:before="0" w:after="0"/>
              <w:rPr>
                <w:sz w:val="28"/>
                <w:szCs w:val="28"/>
              </w:rPr>
            </w:pPr>
          </w:p>
        </w:tc>
      </w:tr>
    </w:tbl>
    <w:p w14:paraId="71C2C0EB" w14:textId="27C003DA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(LOS DATOS DEBERÁN SER ESCRITURADOS A MÁQUINA O EN LETRA DE IMPRENTA BIEN LEGIBLE).</w:t>
      </w:r>
    </w:p>
    <w:p w14:paraId="2E35689B" w14:textId="3F38B431" w:rsidR="005535F9" w:rsidRDefault="008B0EB2" w:rsidP="008A47C1">
      <w:pPr>
        <w:spacing w:line="360" w:lineRule="auto"/>
        <w:jc w:val="both"/>
      </w:pPr>
      <w:r w:rsidRPr="008B0EB2">
        <w:rPr>
          <w:sz w:val="28"/>
          <w:szCs w:val="28"/>
        </w:rPr>
        <w:lastRenderedPageBreak/>
        <w:t xml:space="preserve"> </w:t>
      </w:r>
    </w:p>
    <w:p w14:paraId="7E8D87BB" w14:textId="51FAD8A0" w:rsidR="008B0EB2" w:rsidRDefault="008B0EB2" w:rsidP="00D10188">
      <w:pPr>
        <w:pStyle w:val="T1PC"/>
      </w:pPr>
      <w:r w:rsidRPr="008B0EB2">
        <w:t>ANEXO 2</w:t>
      </w:r>
    </w:p>
    <w:p w14:paraId="0058AF53" w14:textId="77777777" w:rsidR="00D006E9" w:rsidRDefault="008B0EB2" w:rsidP="00D006E9">
      <w:pPr>
        <w:pStyle w:val="T1PC"/>
      </w:pPr>
      <w:r w:rsidRPr="008B0EB2">
        <w:t>ACTA FUNDACIONAL.</w:t>
      </w:r>
    </w:p>
    <w:p w14:paraId="4520B7C5" w14:textId="1EC8B321" w:rsidR="00D006E9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En la ciudad de</w:t>
      </w:r>
      <w:r w:rsidR="00AD5066">
        <w:rPr>
          <w:sz w:val="28"/>
          <w:szCs w:val="28"/>
        </w:rPr>
        <w:t xml:space="preserve"> ________________</w:t>
      </w:r>
      <w:r w:rsidR="00D006E9">
        <w:rPr>
          <w:sz w:val="28"/>
          <w:szCs w:val="28"/>
        </w:rPr>
        <w:t>___________,</w:t>
      </w:r>
      <w:r w:rsidRPr="008B0EB2">
        <w:rPr>
          <w:sz w:val="28"/>
          <w:szCs w:val="28"/>
        </w:rPr>
        <w:t xml:space="preserve"> el día</w:t>
      </w:r>
      <w:r w:rsidR="00AD5066">
        <w:rPr>
          <w:sz w:val="28"/>
          <w:szCs w:val="28"/>
        </w:rPr>
        <w:t xml:space="preserve"> _____________ </w:t>
      </w:r>
      <w:r w:rsidRPr="008B0EB2">
        <w:rPr>
          <w:sz w:val="28"/>
          <w:szCs w:val="28"/>
        </w:rPr>
        <w:t>de</w:t>
      </w:r>
      <w:r w:rsidR="00AD5066">
        <w:rPr>
          <w:sz w:val="28"/>
          <w:szCs w:val="28"/>
        </w:rPr>
        <w:t xml:space="preserve"> ______________</w:t>
      </w:r>
      <w:r w:rsidR="00D006E9">
        <w:rPr>
          <w:sz w:val="28"/>
          <w:szCs w:val="28"/>
        </w:rPr>
        <w:t>_</w:t>
      </w:r>
      <w:r w:rsidR="00AD5066">
        <w:rPr>
          <w:sz w:val="28"/>
          <w:szCs w:val="28"/>
        </w:rPr>
        <w:t xml:space="preserve">_ </w:t>
      </w:r>
      <w:proofErr w:type="spellStart"/>
      <w:r w:rsidRPr="008B0EB2">
        <w:rPr>
          <w:sz w:val="28"/>
          <w:szCs w:val="28"/>
        </w:rPr>
        <w:t>de</w:t>
      </w:r>
      <w:proofErr w:type="spellEnd"/>
      <w:r w:rsidRPr="008B0EB2">
        <w:rPr>
          <w:sz w:val="28"/>
          <w:szCs w:val="28"/>
        </w:rPr>
        <w:t xml:space="preserve"> 20</w:t>
      </w:r>
      <w:r w:rsidR="00D006E9">
        <w:rPr>
          <w:sz w:val="28"/>
          <w:szCs w:val="28"/>
        </w:rPr>
        <w:t>_</w:t>
      </w:r>
      <w:r w:rsidR="00AD5066">
        <w:rPr>
          <w:sz w:val="28"/>
          <w:szCs w:val="28"/>
        </w:rPr>
        <w:t>____</w:t>
      </w:r>
      <w:r w:rsidRPr="008B0EB2">
        <w:rPr>
          <w:sz w:val="28"/>
          <w:szCs w:val="28"/>
        </w:rPr>
        <w:t xml:space="preserve">, en el local sito en la calle </w:t>
      </w:r>
      <w:r w:rsidR="00AD5066">
        <w:rPr>
          <w:sz w:val="28"/>
          <w:szCs w:val="28"/>
        </w:rPr>
        <w:t>__________</w:t>
      </w:r>
      <w:r w:rsidR="00D006E9">
        <w:rPr>
          <w:sz w:val="28"/>
          <w:szCs w:val="28"/>
        </w:rPr>
        <w:t>__</w:t>
      </w:r>
      <w:r w:rsidR="00AD5066">
        <w:rPr>
          <w:sz w:val="28"/>
          <w:szCs w:val="28"/>
        </w:rPr>
        <w:t>_____________________</w:t>
      </w:r>
      <w:r w:rsidRPr="008B0EB2">
        <w:rPr>
          <w:sz w:val="28"/>
          <w:szCs w:val="28"/>
        </w:rPr>
        <w:t xml:space="preserve">, reunidos en asamblea presidida por el Sr. </w:t>
      </w:r>
      <w:r w:rsidR="00AD5066">
        <w:rPr>
          <w:sz w:val="28"/>
          <w:szCs w:val="28"/>
        </w:rPr>
        <w:t>______________________________________</w:t>
      </w:r>
      <w:r w:rsidRPr="008B0EB2">
        <w:rPr>
          <w:sz w:val="28"/>
          <w:szCs w:val="28"/>
        </w:rPr>
        <w:t xml:space="preserve"> y el Sr. </w:t>
      </w:r>
      <w:r w:rsidR="00AD5066">
        <w:rPr>
          <w:sz w:val="28"/>
          <w:szCs w:val="28"/>
        </w:rPr>
        <w:t xml:space="preserve"> _________________________________________</w:t>
      </w:r>
      <w:r w:rsidRPr="008B0EB2">
        <w:rPr>
          <w:sz w:val="28"/>
          <w:szCs w:val="28"/>
        </w:rPr>
        <w:t>, que actúan en calidad de Presidente de Turno y de Secretario de la Mesa respectivamente, los abajo firmantes, citados especialmente al efecto, proceden a constituir formalmente</w:t>
      </w:r>
      <w:r w:rsidR="00AD5066">
        <w:rPr>
          <w:sz w:val="28"/>
          <w:szCs w:val="28"/>
        </w:rPr>
        <w:t xml:space="preserve"> </w:t>
      </w:r>
      <w:r w:rsidRPr="008B0EB2">
        <w:rPr>
          <w:sz w:val="28"/>
          <w:szCs w:val="28"/>
        </w:rPr>
        <w:t>la Agrupación</w:t>
      </w:r>
      <w:r w:rsidR="00AD5066">
        <w:rPr>
          <w:sz w:val="28"/>
          <w:szCs w:val="28"/>
        </w:rPr>
        <w:t xml:space="preserve"> “__________________________________”</w:t>
      </w:r>
      <w:r w:rsidRPr="008B0EB2">
        <w:rPr>
          <w:sz w:val="28"/>
          <w:szCs w:val="28"/>
        </w:rPr>
        <w:t xml:space="preserve"> que actuará a nivel </w:t>
      </w:r>
      <w:r w:rsidR="00AD5066">
        <w:rPr>
          <w:sz w:val="28"/>
          <w:szCs w:val="28"/>
        </w:rPr>
        <w:t>___________</w:t>
      </w:r>
      <w:r w:rsidR="00D006E9">
        <w:rPr>
          <w:sz w:val="28"/>
          <w:szCs w:val="28"/>
        </w:rPr>
        <w:t>__</w:t>
      </w:r>
      <w:r w:rsidR="00AD5066">
        <w:rPr>
          <w:sz w:val="28"/>
          <w:szCs w:val="28"/>
        </w:rPr>
        <w:t>____</w:t>
      </w:r>
      <w:r w:rsidRPr="008B0EB2">
        <w:rPr>
          <w:sz w:val="28"/>
          <w:szCs w:val="28"/>
        </w:rPr>
        <w:t xml:space="preserve"> (Nacional/departamental - indicar lo que corresponda) en el lema Partido Colorado, al que pertenecen en carácter de afiliados y/o adherentes. Luego de un intercambio de ideas, aprueban por unanimidad las siguientes normas estatutarias que regirán la agrupación. PRIMERO (Denominación y domicilio). Con la denominación de “</w:t>
      </w:r>
      <w:r w:rsidR="00AD5066">
        <w:rPr>
          <w:sz w:val="28"/>
          <w:szCs w:val="28"/>
        </w:rPr>
        <w:t>____________________________________________</w:t>
      </w:r>
      <w:r w:rsidRPr="008B0EB2">
        <w:rPr>
          <w:sz w:val="28"/>
          <w:szCs w:val="28"/>
        </w:rPr>
        <w:t>” se crea una agrupación política que actuará dentro del lema Partido Colorado, que tendrá su sede en la ciudad de</w:t>
      </w:r>
      <w:r w:rsidR="00AD5066">
        <w:rPr>
          <w:sz w:val="28"/>
          <w:szCs w:val="28"/>
        </w:rPr>
        <w:t xml:space="preserve"> ______________________</w:t>
      </w:r>
      <w:proofErr w:type="gramStart"/>
      <w:r w:rsidR="00AD5066">
        <w:rPr>
          <w:sz w:val="28"/>
          <w:szCs w:val="28"/>
        </w:rPr>
        <w:t>_</w:t>
      </w:r>
      <w:r w:rsidRPr="008B0EB2">
        <w:rPr>
          <w:sz w:val="28"/>
          <w:szCs w:val="28"/>
        </w:rPr>
        <w:t>,  departamento</w:t>
      </w:r>
      <w:proofErr w:type="gramEnd"/>
      <w:r w:rsidRPr="008B0EB2">
        <w:rPr>
          <w:sz w:val="28"/>
          <w:szCs w:val="28"/>
        </w:rPr>
        <w:t xml:space="preserve"> de</w:t>
      </w:r>
      <w:r w:rsidR="00AD5066">
        <w:rPr>
          <w:sz w:val="28"/>
          <w:szCs w:val="28"/>
        </w:rPr>
        <w:t xml:space="preserve"> ________________</w:t>
      </w:r>
      <w:r w:rsidRPr="008B0EB2">
        <w:rPr>
          <w:sz w:val="28"/>
          <w:szCs w:val="28"/>
        </w:rPr>
        <w:t>, en la calle</w:t>
      </w:r>
      <w:r w:rsidR="00AD5066">
        <w:rPr>
          <w:sz w:val="28"/>
          <w:szCs w:val="28"/>
        </w:rPr>
        <w:t xml:space="preserve"> ____</w:t>
      </w:r>
      <w:r w:rsidR="00D006E9">
        <w:rPr>
          <w:sz w:val="28"/>
          <w:szCs w:val="28"/>
        </w:rPr>
        <w:t>__</w:t>
      </w:r>
      <w:r w:rsidR="00AD5066">
        <w:rPr>
          <w:sz w:val="28"/>
          <w:szCs w:val="28"/>
        </w:rPr>
        <w:t>__________________________</w:t>
      </w:r>
      <w:r w:rsidRPr="008B0EB2">
        <w:rPr>
          <w:sz w:val="28"/>
          <w:szCs w:val="28"/>
        </w:rPr>
        <w:t xml:space="preserve">, pudiendo, en el futuro, constituir otras sedes. SEGUNDO (Objeto). La agrupación promoverá y desarrollará la acción político - partidaria y electoral a todos los niveles, en un todo de conformidad con la Carta Orgánica y el Programa de Principios del Partido Colorado. A tales efectos, </w:t>
      </w:r>
    </w:p>
    <w:p w14:paraId="39C1C0D3" w14:textId="77777777" w:rsidR="00D006E9" w:rsidRDefault="00D006E9" w:rsidP="008B0EB2">
      <w:pPr>
        <w:spacing w:line="360" w:lineRule="auto"/>
        <w:jc w:val="both"/>
        <w:rPr>
          <w:sz w:val="28"/>
          <w:szCs w:val="28"/>
        </w:rPr>
      </w:pPr>
    </w:p>
    <w:p w14:paraId="389AE413" w14:textId="77777777" w:rsidR="00D006E9" w:rsidRDefault="00D006E9" w:rsidP="008B0EB2">
      <w:pPr>
        <w:spacing w:line="360" w:lineRule="auto"/>
        <w:jc w:val="both"/>
        <w:rPr>
          <w:sz w:val="28"/>
          <w:szCs w:val="28"/>
        </w:rPr>
      </w:pPr>
    </w:p>
    <w:p w14:paraId="169D0BAB" w14:textId="292C8193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gestionará el reconocimiento y la autorización de las autoridades nacionales del Partido y, por su intermedio, el registro ante los órganos electorales para actuar y funcionar como organización de base con personería individualizante propia dentro del Partido. TERCERO (Autoridades de la agrupación). Serán autoridades de la agrupación la Asamblea de Afiliados y Adherentes y el Comité Ejecutivo electo por aquélla, de conformidad con los requisitos establecidos en la Carta Orgánica del Partido, las atribuciones y competencias, derechos y obligaciones de la Asamblea y del Comité Ejecutivo o  asimismo las establecidas en dicha Carta Orgánica. CUARTO (Titularidad de derechos). Los integrantes del primer Comité Ejecutivo de la agrupación serán considerados, a todos los efectos, miembros fundadores, con derecho a la titularidad de la denominación y de sublemas y demás derechos adquiridos por la misma. En casos de desintegración se estará a la voluntad de la mitad más uno de sus integrantes, comprendiendo a titulares y suplentes. QUINTO (Primer Comité Ejecutivo). Por la elección de la Asamblea, el primer Comité Ejecutivo de la agrupación queda integrado por los 9 (nueve) titulares y 9 (nueve) suplentes que se mencionan seguidamente, todos ellos escogidos de su seno y afiliados al Partido: </w:t>
      </w:r>
    </w:p>
    <w:p w14:paraId="21D566FB" w14:textId="77777777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TITULARES:</w:t>
      </w:r>
      <w:r w:rsidRPr="008B0EB2">
        <w:rPr>
          <w:sz w:val="28"/>
          <w:szCs w:val="28"/>
        </w:rPr>
        <w:tab/>
      </w:r>
    </w:p>
    <w:p w14:paraId="12DC6615" w14:textId="39847CD6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1) Sr</w:t>
      </w:r>
      <w:r w:rsidR="00D006E9">
        <w:rPr>
          <w:sz w:val="28"/>
          <w:szCs w:val="28"/>
        </w:rPr>
        <w:t xml:space="preserve"> _______________________________</w:t>
      </w:r>
      <w:r w:rsidRPr="008B0EB2">
        <w:rPr>
          <w:sz w:val="28"/>
          <w:szCs w:val="28"/>
        </w:rPr>
        <w:t xml:space="preserve"> </w:t>
      </w:r>
    </w:p>
    <w:p w14:paraId="30273D35" w14:textId="77777777" w:rsidR="00D006E9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2) Sr</w:t>
      </w:r>
      <w:r w:rsidR="00D006E9">
        <w:rPr>
          <w:sz w:val="28"/>
          <w:szCs w:val="28"/>
        </w:rPr>
        <w:t xml:space="preserve"> _______________________________</w:t>
      </w:r>
    </w:p>
    <w:p w14:paraId="3CEFCE1D" w14:textId="77777777" w:rsidR="00D006E9" w:rsidRDefault="008B0EB2" w:rsidP="00D006E9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3) Sr</w:t>
      </w:r>
      <w:r w:rsidR="00D006E9">
        <w:rPr>
          <w:sz w:val="28"/>
          <w:szCs w:val="28"/>
        </w:rPr>
        <w:t xml:space="preserve"> _______________________________</w:t>
      </w:r>
    </w:p>
    <w:p w14:paraId="1B477492" w14:textId="77777777" w:rsidR="00D006E9" w:rsidRDefault="00D006E9" w:rsidP="00D006E9">
      <w:pPr>
        <w:spacing w:line="360" w:lineRule="auto"/>
        <w:jc w:val="both"/>
        <w:rPr>
          <w:sz w:val="28"/>
          <w:szCs w:val="28"/>
        </w:rPr>
      </w:pPr>
    </w:p>
    <w:p w14:paraId="163D20FA" w14:textId="5304337E" w:rsidR="008B0EB2" w:rsidRPr="008B0EB2" w:rsidRDefault="00D006E9" w:rsidP="00D006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B0EB2" w:rsidRPr="008B0EB2">
        <w:rPr>
          <w:sz w:val="28"/>
          <w:szCs w:val="28"/>
        </w:rPr>
        <w:t>) Sr</w:t>
      </w:r>
      <w:r>
        <w:rPr>
          <w:sz w:val="28"/>
          <w:szCs w:val="28"/>
        </w:rPr>
        <w:t xml:space="preserve"> _______________________________</w:t>
      </w:r>
    </w:p>
    <w:p w14:paraId="4226DF34" w14:textId="0023F56D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5) Sr</w:t>
      </w:r>
      <w:r w:rsidR="00D006E9">
        <w:rPr>
          <w:sz w:val="28"/>
          <w:szCs w:val="28"/>
        </w:rPr>
        <w:t xml:space="preserve"> _______________________________</w:t>
      </w:r>
      <w:r w:rsidRPr="008B0EB2">
        <w:rPr>
          <w:sz w:val="28"/>
          <w:szCs w:val="28"/>
        </w:rPr>
        <w:t xml:space="preserve"> </w:t>
      </w:r>
    </w:p>
    <w:p w14:paraId="684D9332" w14:textId="38759C69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6) Sr</w:t>
      </w:r>
      <w:r w:rsidR="00D006E9">
        <w:rPr>
          <w:sz w:val="28"/>
          <w:szCs w:val="28"/>
        </w:rPr>
        <w:t xml:space="preserve"> _______________________________</w:t>
      </w:r>
    </w:p>
    <w:p w14:paraId="0314E60B" w14:textId="3EDA365C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7) Sr</w:t>
      </w:r>
      <w:r w:rsidR="00D006E9">
        <w:rPr>
          <w:sz w:val="28"/>
          <w:szCs w:val="28"/>
        </w:rPr>
        <w:t xml:space="preserve"> _______________________________</w:t>
      </w:r>
      <w:r w:rsidRPr="008B0EB2">
        <w:rPr>
          <w:sz w:val="28"/>
          <w:szCs w:val="28"/>
        </w:rPr>
        <w:t xml:space="preserve"> </w:t>
      </w:r>
    </w:p>
    <w:p w14:paraId="73B3BE4B" w14:textId="77777777" w:rsidR="00D006E9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8) Sr</w:t>
      </w:r>
      <w:r w:rsidR="00D006E9">
        <w:rPr>
          <w:sz w:val="28"/>
          <w:szCs w:val="28"/>
        </w:rPr>
        <w:t xml:space="preserve"> _______________________________</w:t>
      </w:r>
    </w:p>
    <w:p w14:paraId="53ABA7CE" w14:textId="77777777" w:rsidR="00D006E9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9) Sr</w:t>
      </w:r>
      <w:r w:rsidR="00D006E9">
        <w:rPr>
          <w:sz w:val="28"/>
          <w:szCs w:val="28"/>
        </w:rPr>
        <w:t xml:space="preserve"> _______________________________</w:t>
      </w:r>
    </w:p>
    <w:p w14:paraId="4AF00F43" w14:textId="2D2DDE08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SUPLENTES:</w:t>
      </w:r>
      <w:r w:rsidRPr="008B0EB2">
        <w:rPr>
          <w:sz w:val="28"/>
          <w:szCs w:val="28"/>
        </w:rPr>
        <w:tab/>
      </w:r>
    </w:p>
    <w:p w14:paraId="5C1421B4" w14:textId="77777777" w:rsidR="00D006E9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1) Sr</w:t>
      </w:r>
      <w:r w:rsidR="00D006E9">
        <w:rPr>
          <w:sz w:val="28"/>
          <w:szCs w:val="28"/>
        </w:rPr>
        <w:t xml:space="preserve"> _______________________________</w:t>
      </w:r>
    </w:p>
    <w:p w14:paraId="59BB5EC5" w14:textId="77777777" w:rsidR="00D006E9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2) Sr</w:t>
      </w:r>
      <w:r w:rsidR="00D006E9">
        <w:rPr>
          <w:sz w:val="28"/>
          <w:szCs w:val="28"/>
        </w:rPr>
        <w:t xml:space="preserve"> _______________________________</w:t>
      </w:r>
    </w:p>
    <w:p w14:paraId="0B612884" w14:textId="77777777" w:rsidR="00D006E9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3) Sr</w:t>
      </w:r>
      <w:r w:rsidR="00D006E9">
        <w:rPr>
          <w:sz w:val="28"/>
          <w:szCs w:val="28"/>
        </w:rPr>
        <w:t xml:space="preserve"> _______________________________</w:t>
      </w:r>
    </w:p>
    <w:p w14:paraId="59116205" w14:textId="77777777" w:rsidR="00D006E9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4) Sr</w:t>
      </w:r>
      <w:r w:rsidR="00D006E9">
        <w:rPr>
          <w:sz w:val="28"/>
          <w:szCs w:val="28"/>
        </w:rPr>
        <w:t xml:space="preserve"> _______________________________</w:t>
      </w:r>
    </w:p>
    <w:p w14:paraId="1822F76F" w14:textId="77777777" w:rsidR="00D006E9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5) Sr</w:t>
      </w:r>
      <w:r w:rsidR="00D006E9">
        <w:rPr>
          <w:sz w:val="28"/>
          <w:szCs w:val="28"/>
        </w:rPr>
        <w:t xml:space="preserve"> _______________________________</w:t>
      </w:r>
    </w:p>
    <w:p w14:paraId="32CE5E80" w14:textId="77777777" w:rsidR="00D006E9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6) Sr</w:t>
      </w:r>
      <w:r w:rsidR="00D006E9">
        <w:rPr>
          <w:sz w:val="28"/>
          <w:szCs w:val="28"/>
        </w:rPr>
        <w:t xml:space="preserve"> _______________________________</w:t>
      </w:r>
    </w:p>
    <w:p w14:paraId="61CCC89B" w14:textId="77777777" w:rsidR="00D006E9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7) Sr</w:t>
      </w:r>
      <w:r w:rsidR="00D006E9">
        <w:rPr>
          <w:sz w:val="28"/>
          <w:szCs w:val="28"/>
        </w:rPr>
        <w:t xml:space="preserve"> _______________________________</w:t>
      </w:r>
    </w:p>
    <w:p w14:paraId="72EBEE4D" w14:textId="77777777" w:rsidR="00D006E9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8) Sr</w:t>
      </w:r>
      <w:r w:rsidR="00D006E9">
        <w:rPr>
          <w:sz w:val="28"/>
          <w:szCs w:val="28"/>
        </w:rPr>
        <w:t xml:space="preserve"> _______________________________</w:t>
      </w:r>
    </w:p>
    <w:p w14:paraId="35CD32CB" w14:textId="77777777" w:rsidR="00D006E9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9) Sr</w:t>
      </w:r>
      <w:r w:rsidR="00D006E9">
        <w:rPr>
          <w:sz w:val="28"/>
          <w:szCs w:val="28"/>
        </w:rPr>
        <w:t xml:space="preserve"> _______________________________</w:t>
      </w:r>
    </w:p>
    <w:p w14:paraId="70DA76C1" w14:textId="77777777" w:rsidR="00D006E9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SEXTO (Gestión de reconocimiento). El </w:t>
      </w:r>
      <w:proofErr w:type="gramStart"/>
      <w:r w:rsidRPr="008B0EB2">
        <w:rPr>
          <w:sz w:val="28"/>
          <w:szCs w:val="28"/>
        </w:rPr>
        <w:t>Secretario General</w:t>
      </w:r>
      <w:proofErr w:type="gramEnd"/>
      <w:r w:rsidRPr="008B0EB2">
        <w:rPr>
          <w:sz w:val="28"/>
          <w:szCs w:val="28"/>
        </w:rPr>
        <w:t xml:space="preserve"> y el Presidente de Turno, que representan al Comité Ejecutivo, quedan facultados para </w:t>
      </w:r>
    </w:p>
    <w:p w14:paraId="2108F6DD" w14:textId="77777777" w:rsidR="00D006E9" w:rsidRDefault="00D006E9" w:rsidP="008B0EB2">
      <w:pPr>
        <w:spacing w:line="360" w:lineRule="auto"/>
        <w:jc w:val="both"/>
        <w:rPr>
          <w:sz w:val="28"/>
          <w:szCs w:val="28"/>
        </w:rPr>
      </w:pPr>
    </w:p>
    <w:p w14:paraId="2DC8CACE" w14:textId="2DA5386A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gestionar ante las autoridades partidarias y electorales el reconocimiento y registro de la </w:t>
      </w:r>
      <w:r w:rsidR="00D006E9" w:rsidRPr="008B0EB2">
        <w:rPr>
          <w:sz w:val="28"/>
          <w:szCs w:val="28"/>
        </w:rPr>
        <w:t>agrupación,</w:t>
      </w:r>
      <w:r w:rsidRPr="008B0EB2">
        <w:rPr>
          <w:sz w:val="28"/>
          <w:szCs w:val="28"/>
        </w:rPr>
        <w:t xml:space="preserve"> así como para designar sus delegados ante la respectiva Junta Electoral. </w:t>
      </w:r>
    </w:p>
    <w:p w14:paraId="0B190819" w14:textId="35D5F42C" w:rsid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PARA CONSTANCIA Y EN PRUEBA DE CONFORMIDAD, se labra la presente Acta que suscriben en lugar y fecha </w:t>
      </w:r>
      <w:r w:rsidR="00D006E9" w:rsidRPr="008B0EB2">
        <w:rPr>
          <w:sz w:val="28"/>
          <w:szCs w:val="28"/>
        </w:rPr>
        <w:t>señalados. -</w:t>
      </w:r>
    </w:p>
    <w:p w14:paraId="1C5F4A10" w14:textId="28C068E4" w:rsidR="004C656E" w:rsidRDefault="004C656E" w:rsidP="008B0EB2">
      <w:pPr>
        <w:spacing w:line="360" w:lineRule="auto"/>
        <w:jc w:val="both"/>
        <w:rPr>
          <w:sz w:val="28"/>
          <w:szCs w:val="28"/>
        </w:rPr>
      </w:pPr>
    </w:p>
    <w:p w14:paraId="7884C5B2" w14:textId="77777777" w:rsidR="008A47C1" w:rsidRPr="008B0EB2" w:rsidRDefault="008A47C1" w:rsidP="008B0EB2">
      <w:pPr>
        <w:spacing w:line="360" w:lineRule="auto"/>
        <w:jc w:val="both"/>
        <w:rPr>
          <w:sz w:val="28"/>
          <w:szCs w:val="28"/>
        </w:rPr>
      </w:pPr>
    </w:p>
    <w:tbl>
      <w:tblPr>
        <w:tblStyle w:val="Tablaconcuadrcula"/>
        <w:tblW w:w="9406" w:type="dxa"/>
        <w:tblLook w:val="04A0" w:firstRow="1" w:lastRow="0" w:firstColumn="1" w:lastColumn="0" w:noHBand="0" w:noVBand="1"/>
      </w:tblPr>
      <w:tblGrid>
        <w:gridCol w:w="3256"/>
        <w:gridCol w:w="2835"/>
        <w:gridCol w:w="3315"/>
      </w:tblGrid>
      <w:tr w:rsidR="004C656E" w14:paraId="52575187" w14:textId="77777777" w:rsidTr="004C656E">
        <w:tc>
          <w:tcPr>
            <w:tcW w:w="3256" w:type="dxa"/>
          </w:tcPr>
          <w:p w14:paraId="7EABFF63" w14:textId="2B49C947" w:rsidR="004C656E" w:rsidRDefault="004C656E" w:rsidP="004C65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0EB2">
              <w:rPr>
                <w:sz w:val="28"/>
                <w:szCs w:val="28"/>
              </w:rPr>
              <w:t>NOMBRE Y APELLIDO DE LOS ASAMBLEISTAS</w:t>
            </w:r>
          </w:p>
        </w:tc>
        <w:tc>
          <w:tcPr>
            <w:tcW w:w="2835" w:type="dxa"/>
          </w:tcPr>
          <w:p w14:paraId="27717E0A" w14:textId="1C186B54" w:rsidR="004C656E" w:rsidRDefault="004C656E" w:rsidP="004C65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0EB2">
              <w:rPr>
                <w:sz w:val="28"/>
                <w:szCs w:val="28"/>
              </w:rPr>
              <w:t>CREDENCIAL CÍVICA</w:t>
            </w:r>
          </w:p>
        </w:tc>
        <w:tc>
          <w:tcPr>
            <w:tcW w:w="3315" w:type="dxa"/>
          </w:tcPr>
          <w:p w14:paraId="47FD0FE3" w14:textId="1D608733" w:rsidR="004C656E" w:rsidRDefault="004C656E" w:rsidP="004C656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0EB2">
              <w:rPr>
                <w:sz w:val="28"/>
                <w:szCs w:val="28"/>
              </w:rPr>
              <w:t>FIRMA</w:t>
            </w:r>
          </w:p>
        </w:tc>
      </w:tr>
    </w:tbl>
    <w:p w14:paraId="112B36B2" w14:textId="77777777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</w:p>
    <w:p w14:paraId="41DE0D6D" w14:textId="77777777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Y DEMÁS DATOS EXIGIDOS A LOS ADHERENTES.</w:t>
      </w:r>
    </w:p>
    <w:p w14:paraId="7EB5E25D" w14:textId="5C8D7D2B" w:rsidR="004C656E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 </w:t>
      </w:r>
    </w:p>
    <w:p w14:paraId="3B07D07C" w14:textId="77777777" w:rsidR="004C656E" w:rsidRDefault="004C656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E116646" w14:textId="77777777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</w:p>
    <w:p w14:paraId="41797D63" w14:textId="6CCC23AB" w:rsidR="008A47C1" w:rsidRPr="008B0EB2" w:rsidRDefault="008B0EB2" w:rsidP="008A47C1">
      <w:pPr>
        <w:pStyle w:val="T1PC"/>
      </w:pPr>
      <w:r w:rsidRPr="008B0EB2">
        <w:t>ANEXO 3</w:t>
      </w:r>
    </w:p>
    <w:p w14:paraId="37AC3118" w14:textId="77777777" w:rsidR="008A47C1" w:rsidRDefault="008B0EB2" w:rsidP="008A47C1">
      <w:pPr>
        <w:pStyle w:val="T1PC"/>
      </w:pPr>
      <w:r w:rsidRPr="008B0EB2">
        <w:t>ACTA DE ASAMBLEA</w:t>
      </w:r>
    </w:p>
    <w:p w14:paraId="568B3BBE" w14:textId="1E76B28A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En la ciudad de</w:t>
      </w:r>
      <w:r w:rsidR="008A47C1">
        <w:rPr>
          <w:sz w:val="28"/>
          <w:szCs w:val="28"/>
        </w:rPr>
        <w:t xml:space="preserve"> ________________</w:t>
      </w:r>
      <w:r w:rsidRPr="008B0EB2">
        <w:rPr>
          <w:sz w:val="28"/>
          <w:szCs w:val="28"/>
        </w:rPr>
        <w:t>, el día</w:t>
      </w:r>
      <w:r w:rsidR="008A47C1">
        <w:rPr>
          <w:sz w:val="28"/>
          <w:szCs w:val="28"/>
        </w:rPr>
        <w:t xml:space="preserve"> ______ </w:t>
      </w:r>
      <w:r w:rsidRPr="008B0EB2">
        <w:rPr>
          <w:sz w:val="28"/>
          <w:szCs w:val="28"/>
        </w:rPr>
        <w:t>de</w:t>
      </w:r>
      <w:r w:rsidR="008A47C1">
        <w:rPr>
          <w:sz w:val="28"/>
          <w:szCs w:val="28"/>
        </w:rPr>
        <w:t xml:space="preserve"> __________</w:t>
      </w:r>
      <w:r w:rsidRPr="008B0EB2">
        <w:rPr>
          <w:sz w:val="28"/>
          <w:szCs w:val="28"/>
        </w:rPr>
        <w:t>de</w:t>
      </w:r>
      <w:r w:rsidR="008A47C1">
        <w:rPr>
          <w:sz w:val="28"/>
          <w:szCs w:val="28"/>
        </w:rPr>
        <w:t xml:space="preserve"> </w:t>
      </w:r>
      <w:r w:rsidRPr="008B0EB2">
        <w:rPr>
          <w:sz w:val="28"/>
          <w:szCs w:val="28"/>
        </w:rPr>
        <w:t>20</w:t>
      </w:r>
      <w:r w:rsidR="008A47C1">
        <w:rPr>
          <w:sz w:val="28"/>
          <w:szCs w:val="28"/>
        </w:rPr>
        <w:t>____</w:t>
      </w:r>
      <w:r w:rsidRPr="008B0EB2">
        <w:rPr>
          <w:sz w:val="28"/>
          <w:szCs w:val="28"/>
        </w:rPr>
        <w:t>, en el local sito en</w:t>
      </w:r>
      <w:r w:rsidR="008A47C1">
        <w:rPr>
          <w:sz w:val="28"/>
          <w:szCs w:val="28"/>
        </w:rPr>
        <w:t xml:space="preserve"> __________________ </w:t>
      </w:r>
      <w:r w:rsidRPr="008B0EB2">
        <w:rPr>
          <w:sz w:val="28"/>
          <w:szCs w:val="28"/>
        </w:rPr>
        <w:t>los afiliados y adherentes a la Agrupación Nacional/Departamental (tachar lo que NO corresponda) "</w:t>
      </w:r>
      <w:r w:rsidR="008A47C1">
        <w:rPr>
          <w:sz w:val="28"/>
          <w:szCs w:val="28"/>
        </w:rPr>
        <w:t>_________________________________</w:t>
      </w:r>
      <w:r w:rsidRPr="008B0EB2">
        <w:rPr>
          <w:sz w:val="28"/>
          <w:szCs w:val="28"/>
        </w:rPr>
        <w:t xml:space="preserve">", se reúnen en asamblea general, presidida por el Presidente, </w:t>
      </w:r>
      <w:r w:rsidR="008A47C1">
        <w:rPr>
          <w:sz w:val="28"/>
          <w:szCs w:val="28"/>
        </w:rPr>
        <w:t>__________________________</w:t>
      </w:r>
      <w:r w:rsidRPr="008B0EB2">
        <w:rPr>
          <w:sz w:val="28"/>
          <w:szCs w:val="28"/>
        </w:rPr>
        <w:t xml:space="preserve"> y el Secretario General, </w:t>
      </w:r>
      <w:r w:rsidR="008A47C1">
        <w:rPr>
          <w:sz w:val="28"/>
          <w:szCs w:val="28"/>
        </w:rPr>
        <w:t>_________________________.</w:t>
      </w:r>
    </w:p>
    <w:p w14:paraId="367FC53C" w14:textId="77777777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Abierto el acto, y puesto a consideración el orden del día para el que fue convocada, la Asamblea resuelve: </w:t>
      </w:r>
    </w:p>
    <w:p w14:paraId="5EBE6723" w14:textId="5C391224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I) Continuar sus actividades políticas en el nuevo y actual período electoral 20</w:t>
      </w:r>
      <w:r w:rsidR="008A47C1">
        <w:rPr>
          <w:sz w:val="28"/>
          <w:szCs w:val="28"/>
        </w:rPr>
        <w:t>20</w:t>
      </w:r>
      <w:r w:rsidRPr="008B0EB2">
        <w:rPr>
          <w:sz w:val="28"/>
          <w:szCs w:val="28"/>
        </w:rPr>
        <w:t>-202</w:t>
      </w:r>
      <w:r w:rsidR="008A47C1">
        <w:rPr>
          <w:sz w:val="28"/>
          <w:szCs w:val="28"/>
        </w:rPr>
        <w:t>5</w:t>
      </w:r>
      <w:r w:rsidRPr="008B0EB2">
        <w:rPr>
          <w:sz w:val="28"/>
          <w:szCs w:val="28"/>
        </w:rPr>
        <w:t>, procediendo en consecuencia a gestionar ante las autoridades nacionales del Partido Colorado la renovación del reconocimiento de la Agrupación y su registro para el nuevo período ante los Organismos Electorales.</w:t>
      </w:r>
    </w:p>
    <w:p w14:paraId="49878979" w14:textId="44DAA841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II) Elegir el nuevo Comité Ejecutivo de la Agrupación, el </w:t>
      </w:r>
      <w:r w:rsidR="008A47C1" w:rsidRPr="008B0EB2">
        <w:rPr>
          <w:sz w:val="28"/>
          <w:szCs w:val="28"/>
        </w:rPr>
        <w:t>que,</w:t>
      </w:r>
      <w:r w:rsidRPr="008B0EB2">
        <w:rPr>
          <w:sz w:val="28"/>
          <w:szCs w:val="28"/>
        </w:rPr>
        <w:t xml:space="preserve"> realizada la elección, queda integrado con los 9 titulares y 9 suplentes afiliados que se indican seguidamente: TITULARES:</w:t>
      </w:r>
      <w:r w:rsidRPr="008B0EB2">
        <w:rPr>
          <w:sz w:val="28"/>
          <w:szCs w:val="28"/>
        </w:rPr>
        <w:tab/>
      </w:r>
    </w:p>
    <w:p w14:paraId="6FB1C60A" w14:textId="6BFBE4C0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1) Sr</w:t>
      </w:r>
      <w:r w:rsidR="008A47C1">
        <w:rPr>
          <w:sz w:val="28"/>
          <w:szCs w:val="28"/>
        </w:rPr>
        <w:t xml:space="preserve"> _______________________________</w:t>
      </w:r>
      <w:r w:rsidRPr="008B0EB2">
        <w:rPr>
          <w:sz w:val="28"/>
          <w:szCs w:val="28"/>
        </w:rPr>
        <w:t xml:space="preserve"> </w:t>
      </w:r>
    </w:p>
    <w:p w14:paraId="76611AB2" w14:textId="77777777" w:rsidR="008A47C1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2)</w:t>
      </w:r>
      <w:r w:rsidR="008A47C1" w:rsidRPr="008B0EB2">
        <w:rPr>
          <w:sz w:val="28"/>
          <w:szCs w:val="28"/>
        </w:rPr>
        <w:t xml:space="preserve"> Sr</w:t>
      </w:r>
      <w:r w:rsidR="008A47C1">
        <w:rPr>
          <w:sz w:val="28"/>
          <w:szCs w:val="28"/>
        </w:rPr>
        <w:t xml:space="preserve"> _______________________________</w:t>
      </w:r>
    </w:p>
    <w:p w14:paraId="60868C23" w14:textId="77777777" w:rsidR="008A47C1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3)</w:t>
      </w:r>
      <w:r w:rsidR="008A47C1" w:rsidRPr="008B0EB2">
        <w:rPr>
          <w:sz w:val="28"/>
          <w:szCs w:val="28"/>
        </w:rPr>
        <w:t xml:space="preserve"> Sr</w:t>
      </w:r>
      <w:r w:rsidR="008A47C1">
        <w:rPr>
          <w:sz w:val="28"/>
          <w:szCs w:val="28"/>
        </w:rPr>
        <w:t xml:space="preserve"> _______________________________</w:t>
      </w:r>
    </w:p>
    <w:p w14:paraId="0113D5BB" w14:textId="77777777" w:rsidR="008A47C1" w:rsidRDefault="008A47C1" w:rsidP="008B0EB2">
      <w:pPr>
        <w:spacing w:line="360" w:lineRule="auto"/>
        <w:jc w:val="both"/>
        <w:rPr>
          <w:sz w:val="28"/>
          <w:szCs w:val="28"/>
        </w:rPr>
      </w:pPr>
    </w:p>
    <w:p w14:paraId="42474DC7" w14:textId="2A2C505D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4) </w:t>
      </w:r>
      <w:r w:rsidR="008A47C1" w:rsidRPr="008B0EB2">
        <w:rPr>
          <w:sz w:val="28"/>
          <w:szCs w:val="28"/>
        </w:rPr>
        <w:t>Sr</w:t>
      </w:r>
      <w:r w:rsidR="008A47C1">
        <w:rPr>
          <w:sz w:val="28"/>
          <w:szCs w:val="28"/>
        </w:rPr>
        <w:t xml:space="preserve"> _______________________________</w:t>
      </w:r>
    </w:p>
    <w:p w14:paraId="1BED8934" w14:textId="77777777" w:rsidR="008A47C1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5) </w:t>
      </w:r>
      <w:r w:rsidR="008A47C1" w:rsidRPr="008B0EB2">
        <w:rPr>
          <w:sz w:val="28"/>
          <w:szCs w:val="28"/>
        </w:rPr>
        <w:t>Sr</w:t>
      </w:r>
      <w:r w:rsidR="008A47C1">
        <w:rPr>
          <w:sz w:val="28"/>
          <w:szCs w:val="28"/>
        </w:rPr>
        <w:t xml:space="preserve"> _______________________________</w:t>
      </w:r>
    </w:p>
    <w:p w14:paraId="735FD388" w14:textId="77777777" w:rsidR="008A47C1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6) </w:t>
      </w:r>
      <w:r w:rsidR="008A47C1" w:rsidRPr="008B0EB2">
        <w:rPr>
          <w:sz w:val="28"/>
          <w:szCs w:val="28"/>
        </w:rPr>
        <w:t>Sr</w:t>
      </w:r>
      <w:r w:rsidR="008A47C1">
        <w:rPr>
          <w:sz w:val="28"/>
          <w:szCs w:val="28"/>
        </w:rPr>
        <w:t xml:space="preserve"> _______________________________</w:t>
      </w:r>
    </w:p>
    <w:p w14:paraId="3F7F0479" w14:textId="77777777" w:rsidR="008A47C1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7) </w:t>
      </w:r>
      <w:r w:rsidR="008A47C1" w:rsidRPr="008B0EB2">
        <w:rPr>
          <w:sz w:val="28"/>
          <w:szCs w:val="28"/>
        </w:rPr>
        <w:t>Sr</w:t>
      </w:r>
      <w:r w:rsidR="008A47C1">
        <w:rPr>
          <w:sz w:val="28"/>
          <w:szCs w:val="28"/>
        </w:rPr>
        <w:t xml:space="preserve"> _______________________________</w:t>
      </w:r>
    </w:p>
    <w:p w14:paraId="3D217C0B" w14:textId="77777777" w:rsidR="008A47C1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8) </w:t>
      </w:r>
      <w:r w:rsidR="008A47C1" w:rsidRPr="008B0EB2">
        <w:rPr>
          <w:sz w:val="28"/>
          <w:szCs w:val="28"/>
        </w:rPr>
        <w:t>Sr</w:t>
      </w:r>
      <w:r w:rsidR="008A47C1">
        <w:rPr>
          <w:sz w:val="28"/>
          <w:szCs w:val="28"/>
        </w:rPr>
        <w:t xml:space="preserve"> _______________________________</w:t>
      </w:r>
    </w:p>
    <w:p w14:paraId="148AC175" w14:textId="77777777" w:rsidR="008A47C1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9) </w:t>
      </w:r>
      <w:r w:rsidR="008A47C1" w:rsidRPr="008B0EB2">
        <w:rPr>
          <w:sz w:val="28"/>
          <w:szCs w:val="28"/>
        </w:rPr>
        <w:t>Sr</w:t>
      </w:r>
      <w:r w:rsidR="008A47C1">
        <w:rPr>
          <w:sz w:val="28"/>
          <w:szCs w:val="28"/>
        </w:rPr>
        <w:t xml:space="preserve"> _______________________________</w:t>
      </w:r>
    </w:p>
    <w:p w14:paraId="4C86EB9B" w14:textId="1B728CA8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SUPLENTES:</w:t>
      </w:r>
      <w:r w:rsidRPr="008B0EB2">
        <w:rPr>
          <w:sz w:val="28"/>
          <w:szCs w:val="28"/>
        </w:rPr>
        <w:tab/>
      </w:r>
    </w:p>
    <w:p w14:paraId="2B2A272B" w14:textId="77777777" w:rsidR="008A47C1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1) </w:t>
      </w:r>
      <w:r w:rsidR="008A47C1" w:rsidRPr="008B0EB2">
        <w:rPr>
          <w:sz w:val="28"/>
          <w:szCs w:val="28"/>
        </w:rPr>
        <w:t>Sr</w:t>
      </w:r>
      <w:r w:rsidR="008A47C1">
        <w:rPr>
          <w:sz w:val="28"/>
          <w:szCs w:val="28"/>
        </w:rPr>
        <w:t xml:space="preserve"> _______________________________</w:t>
      </w:r>
    </w:p>
    <w:p w14:paraId="4D724E6E" w14:textId="77777777" w:rsidR="008A47C1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2) </w:t>
      </w:r>
      <w:r w:rsidR="008A47C1" w:rsidRPr="008B0EB2">
        <w:rPr>
          <w:sz w:val="28"/>
          <w:szCs w:val="28"/>
        </w:rPr>
        <w:t>Sr</w:t>
      </w:r>
      <w:r w:rsidR="008A47C1">
        <w:rPr>
          <w:sz w:val="28"/>
          <w:szCs w:val="28"/>
        </w:rPr>
        <w:t xml:space="preserve"> _______________________________</w:t>
      </w:r>
    </w:p>
    <w:p w14:paraId="41FEE989" w14:textId="77777777" w:rsidR="008A47C1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3) </w:t>
      </w:r>
      <w:r w:rsidR="008A47C1" w:rsidRPr="008B0EB2">
        <w:rPr>
          <w:sz w:val="28"/>
          <w:szCs w:val="28"/>
        </w:rPr>
        <w:t>Sr</w:t>
      </w:r>
      <w:r w:rsidR="008A47C1">
        <w:rPr>
          <w:sz w:val="28"/>
          <w:szCs w:val="28"/>
        </w:rPr>
        <w:t xml:space="preserve"> _______________________________</w:t>
      </w:r>
    </w:p>
    <w:p w14:paraId="4C808504" w14:textId="77777777" w:rsidR="008A47C1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4) </w:t>
      </w:r>
      <w:r w:rsidR="008A47C1" w:rsidRPr="008B0EB2">
        <w:rPr>
          <w:sz w:val="28"/>
          <w:szCs w:val="28"/>
        </w:rPr>
        <w:t>Sr</w:t>
      </w:r>
      <w:r w:rsidR="008A47C1">
        <w:rPr>
          <w:sz w:val="28"/>
          <w:szCs w:val="28"/>
        </w:rPr>
        <w:t xml:space="preserve"> _______________________________</w:t>
      </w:r>
    </w:p>
    <w:p w14:paraId="30DCE0B2" w14:textId="77777777" w:rsidR="008A47C1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5) </w:t>
      </w:r>
      <w:r w:rsidR="008A47C1" w:rsidRPr="008B0EB2">
        <w:rPr>
          <w:sz w:val="28"/>
          <w:szCs w:val="28"/>
        </w:rPr>
        <w:t>Sr</w:t>
      </w:r>
      <w:r w:rsidR="008A47C1">
        <w:rPr>
          <w:sz w:val="28"/>
          <w:szCs w:val="28"/>
        </w:rPr>
        <w:t xml:space="preserve"> _______________________________</w:t>
      </w:r>
    </w:p>
    <w:p w14:paraId="0183ED73" w14:textId="77777777" w:rsidR="008A47C1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6) </w:t>
      </w:r>
      <w:r w:rsidR="008A47C1" w:rsidRPr="008B0EB2">
        <w:rPr>
          <w:sz w:val="28"/>
          <w:szCs w:val="28"/>
        </w:rPr>
        <w:t>Sr</w:t>
      </w:r>
      <w:r w:rsidR="008A47C1">
        <w:rPr>
          <w:sz w:val="28"/>
          <w:szCs w:val="28"/>
        </w:rPr>
        <w:t xml:space="preserve"> _______________________________</w:t>
      </w:r>
    </w:p>
    <w:p w14:paraId="26A1C3AA" w14:textId="77777777" w:rsidR="008A47C1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7) </w:t>
      </w:r>
      <w:r w:rsidR="008A47C1" w:rsidRPr="008B0EB2">
        <w:rPr>
          <w:sz w:val="28"/>
          <w:szCs w:val="28"/>
        </w:rPr>
        <w:t>Sr</w:t>
      </w:r>
      <w:r w:rsidR="008A47C1">
        <w:rPr>
          <w:sz w:val="28"/>
          <w:szCs w:val="28"/>
        </w:rPr>
        <w:t xml:space="preserve"> _______________________________</w:t>
      </w:r>
    </w:p>
    <w:p w14:paraId="5AA3C046" w14:textId="77777777" w:rsidR="008A47C1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8) </w:t>
      </w:r>
      <w:r w:rsidR="008A47C1" w:rsidRPr="008B0EB2">
        <w:rPr>
          <w:sz w:val="28"/>
          <w:szCs w:val="28"/>
        </w:rPr>
        <w:t>Sr</w:t>
      </w:r>
      <w:r w:rsidR="008A47C1">
        <w:rPr>
          <w:sz w:val="28"/>
          <w:szCs w:val="28"/>
        </w:rPr>
        <w:t xml:space="preserve"> _______________________________</w:t>
      </w:r>
    </w:p>
    <w:p w14:paraId="7404B6E1" w14:textId="77777777" w:rsidR="008A47C1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9) </w:t>
      </w:r>
      <w:r w:rsidR="008A47C1" w:rsidRPr="008B0EB2">
        <w:rPr>
          <w:sz w:val="28"/>
          <w:szCs w:val="28"/>
        </w:rPr>
        <w:t>Sr</w:t>
      </w:r>
      <w:r w:rsidR="008A47C1">
        <w:rPr>
          <w:sz w:val="28"/>
          <w:szCs w:val="28"/>
        </w:rPr>
        <w:t xml:space="preserve"> _______________________________</w:t>
      </w:r>
    </w:p>
    <w:p w14:paraId="4544DD3B" w14:textId="77777777" w:rsidR="008A47C1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 xml:space="preserve">III) La Asamblea resuelve asimismo, que el Comité Ejecutivo electo, en representación de la Agrupación, realice las gestiones pertinentes para </w:t>
      </w:r>
    </w:p>
    <w:p w14:paraId="46FAA6CB" w14:textId="77777777" w:rsidR="008A47C1" w:rsidRDefault="008A47C1" w:rsidP="008B0EB2">
      <w:pPr>
        <w:spacing w:line="360" w:lineRule="auto"/>
        <w:jc w:val="both"/>
        <w:rPr>
          <w:sz w:val="28"/>
          <w:szCs w:val="28"/>
        </w:rPr>
      </w:pPr>
    </w:p>
    <w:p w14:paraId="6849BE2B" w14:textId="7DE7F6F9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obtener la autorización y los registros correspondientes y para reservar el uso de los sublemas de carácter nacional/departamental (tachar lo que NO corresponda):</w:t>
      </w:r>
    </w:p>
    <w:p w14:paraId="70115DE5" w14:textId="7D9C4BBC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1)</w:t>
      </w:r>
      <w:r w:rsidR="008A47C1">
        <w:rPr>
          <w:sz w:val="28"/>
          <w:szCs w:val="28"/>
        </w:rPr>
        <w:t xml:space="preserve"> ___________________________________________</w:t>
      </w:r>
    </w:p>
    <w:p w14:paraId="654C1812" w14:textId="6D072DDE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2)</w:t>
      </w:r>
      <w:r w:rsidR="008A47C1">
        <w:rPr>
          <w:sz w:val="28"/>
          <w:szCs w:val="28"/>
        </w:rPr>
        <w:t xml:space="preserve"> ___________________________________________</w:t>
      </w:r>
    </w:p>
    <w:p w14:paraId="33444A60" w14:textId="4623C6AB" w:rsidR="008B0EB2" w:rsidRP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3)</w:t>
      </w:r>
      <w:r w:rsidR="008A47C1">
        <w:rPr>
          <w:sz w:val="28"/>
          <w:szCs w:val="28"/>
        </w:rPr>
        <w:t xml:space="preserve"> ___________________________________________</w:t>
      </w:r>
    </w:p>
    <w:p w14:paraId="5DE60490" w14:textId="14A1B103" w:rsidR="008B0EB2" w:rsidRDefault="008B0EB2" w:rsidP="008B0EB2">
      <w:pPr>
        <w:spacing w:line="360" w:lineRule="auto"/>
        <w:jc w:val="both"/>
        <w:rPr>
          <w:sz w:val="28"/>
          <w:szCs w:val="28"/>
        </w:rPr>
      </w:pPr>
      <w:r w:rsidRPr="008B0EB2">
        <w:rPr>
          <w:sz w:val="28"/>
          <w:szCs w:val="28"/>
        </w:rPr>
        <w:t>Y para constancia y en prueba de conformidad, se labra la presente que se suscribe en el lugar y fecha señalados.</w:t>
      </w:r>
    </w:p>
    <w:p w14:paraId="1A1069AD" w14:textId="77777777" w:rsidR="00384363" w:rsidRDefault="00384363" w:rsidP="008B0EB2">
      <w:pPr>
        <w:spacing w:line="360" w:lineRule="auto"/>
        <w:jc w:val="both"/>
        <w:rPr>
          <w:sz w:val="28"/>
          <w:szCs w:val="28"/>
        </w:rPr>
      </w:pPr>
    </w:p>
    <w:p w14:paraId="615AF193" w14:textId="77E483D0" w:rsidR="008A47C1" w:rsidRPr="008B0EB2" w:rsidRDefault="008A47C1" w:rsidP="0038436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  <w:r>
        <w:rPr>
          <w:sz w:val="28"/>
          <w:szCs w:val="28"/>
        </w:rPr>
        <w:tab/>
      </w:r>
      <w:r w:rsidR="00384363">
        <w:rPr>
          <w:sz w:val="28"/>
          <w:szCs w:val="28"/>
        </w:rPr>
        <w:tab/>
      </w:r>
      <w:r>
        <w:rPr>
          <w:sz w:val="28"/>
          <w:szCs w:val="28"/>
        </w:rPr>
        <w:t>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</w:t>
      </w:r>
    </w:p>
    <w:p w14:paraId="0B5E5503" w14:textId="6CC89409" w:rsidR="002452D5" w:rsidRPr="00EE05BA" w:rsidRDefault="00384363" w:rsidP="00384363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B0EB2" w:rsidRPr="008B0EB2">
        <w:rPr>
          <w:sz w:val="28"/>
          <w:szCs w:val="28"/>
        </w:rPr>
        <w:t>NOMBRE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8B0EB2" w:rsidRPr="008B0EB2">
        <w:rPr>
          <w:sz w:val="28"/>
          <w:szCs w:val="28"/>
        </w:rPr>
        <w:t>CREDENCIAL CIVICA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B0EB2" w:rsidRPr="008B0EB2">
        <w:rPr>
          <w:sz w:val="28"/>
          <w:szCs w:val="28"/>
        </w:rPr>
        <w:t>FIRMA</w:t>
      </w:r>
    </w:p>
    <w:sectPr w:rsidR="002452D5" w:rsidRPr="00EE05BA" w:rsidSect="00DC4A7F">
      <w:headerReference w:type="default" r:id="rId7"/>
      <w:footerReference w:type="default" r:id="rId8"/>
      <w:pgSz w:w="11900" w:h="16840"/>
      <w:pgMar w:top="1417" w:right="1701" w:bottom="1417" w:left="1701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F760F" w14:textId="77777777" w:rsidR="0005635D" w:rsidRDefault="0005635D" w:rsidP="00F31096">
      <w:r>
        <w:separator/>
      </w:r>
    </w:p>
  </w:endnote>
  <w:endnote w:type="continuationSeparator" w:id="0">
    <w:p w14:paraId="246074F1" w14:textId="77777777" w:rsidR="0005635D" w:rsidRDefault="0005635D" w:rsidP="00F3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ato">
    <w:altName w:val="﷽﷽﷽﷽﷽"/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C7CD" w14:textId="77777777" w:rsidR="00F31096" w:rsidRPr="00F31096" w:rsidRDefault="008E09C4" w:rsidP="00F31096">
    <w:pPr>
      <w:pStyle w:val="Piedepgina"/>
      <w:jc w:val="center"/>
      <w:rPr>
        <w:color w:val="BA0000"/>
        <w:sz w:val="20"/>
        <w:szCs w:val="20"/>
      </w:rPr>
    </w:pPr>
    <w:r>
      <w:rPr>
        <w:b/>
        <w:color w:val="BA0000"/>
        <w:sz w:val="20"/>
        <w:szCs w:val="20"/>
      </w:rPr>
      <w:t xml:space="preserve">Casa del </w:t>
    </w:r>
    <w:r w:rsidR="00F31096" w:rsidRPr="00F31096">
      <w:rPr>
        <w:b/>
        <w:color w:val="BA0000"/>
        <w:sz w:val="20"/>
        <w:szCs w:val="20"/>
      </w:rPr>
      <w:t>Partido Colorado</w:t>
    </w:r>
    <w:r w:rsidR="00F31096" w:rsidRPr="00F31096">
      <w:rPr>
        <w:color w:val="BA0000"/>
        <w:sz w:val="20"/>
        <w:szCs w:val="20"/>
      </w:rPr>
      <w:t xml:space="preserve"> </w:t>
    </w:r>
    <w:r w:rsidR="00F31096" w:rsidRPr="00F31096">
      <w:rPr>
        <w:color w:val="000000" w:themeColor="text1"/>
        <w:sz w:val="20"/>
        <w:szCs w:val="20"/>
      </w:rPr>
      <w:t>–</w:t>
    </w:r>
    <w:r w:rsidR="00F31096" w:rsidRPr="00F31096">
      <w:rPr>
        <w:color w:val="BA0000"/>
        <w:sz w:val="20"/>
        <w:szCs w:val="20"/>
      </w:rPr>
      <w:t xml:space="preserve"> Andrés Martínez Trueba 1271</w:t>
    </w:r>
    <w:r w:rsidR="00F31096" w:rsidRPr="00F31096">
      <w:rPr>
        <w:color w:val="000000" w:themeColor="text1"/>
        <w:sz w:val="20"/>
        <w:szCs w:val="20"/>
      </w:rPr>
      <w:t>,</w:t>
    </w:r>
    <w:r w:rsidR="00F31096" w:rsidRPr="00F31096">
      <w:rPr>
        <w:color w:val="BA0000"/>
        <w:sz w:val="20"/>
        <w:szCs w:val="20"/>
      </w:rPr>
      <w:t xml:space="preserve"> CP 11200</w:t>
    </w:r>
    <w:r w:rsidR="00F31096" w:rsidRPr="00F31096">
      <w:rPr>
        <w:color w:val="000000" w:themeColor="text1"/>
        <w:sz w:val="20"/>
        <w:szCs w:val="20"/>
      </w:rPr>
      <w:t>,</w:t>
    </w:r>
    <w:r w:rsidR="00F31096" w:rsidRPr="00F31096">
      <w:rPr>
        <w:color w:val="BA0000"/>
        <w:sz w:val="20"/>
        <w:szCs w:val="20"/>
      </w:rPr>
      <w:t xml:space="preserve"> Montevideo </w:t>
    </w:r>
    <w:r w:rsidR="00F31096" w:rsidRPr="00F31096">
      <w:rPr>
        <w:color w:val="000000" w:themeColor="text1"/>
        <w:sz w:val="20"/>
        <w:szCs w:val="20"/>
      </w:rPr>
      <w:t>*</w:t>
    </w:r>
    <w:r w:rsidR="00F31096" w:rsidRPr="00F31096">
      <w:rPr>
        <w:color w:val="BA0000"/>
        <w:sz w:val="20"/>
        <w:szCs w:val="20"/>
      </w:rPr>
      <w:t xml:space="preserve"> Uruguay</w:t>
    </w:r>
  </w:p>
  <w:p w14:paraId="173300AE" w14:textId="77777777" w:rsidR="00F31096" w:rsidRPr="00F31096" w:rsidRDefault="00F31096" w:rsidP="00F31096">
    <w:pPr>
      <w:pStyle w:val="Piedepgina"/>
      <w:jc w:val="center"/>
      <w:rPr>
        <w:color w:val="BA0000"/>
        <w:sz w:val="20"/>
        <w:szCs w:val="20"/>
      </w:rPr>
    </w:pPr>
    <w:r w:rsidRPr="00F31096">
      <w:rPr>
        <w:color w:val="000000" w:themeColor="text1"/>
        <w:sz w:val="20"/>
        <w:szCs w:val="20"/>
      </w:rPr>
      <w:t>Teléfonos: +(</w:t>
    </w:r>
    <w:r w:rsidRPr="00F31096">
      <w:rPr>
        <w:color w:val="BA0000"/>
        <w:sz w:val="20"/>
        <w:szCs w:val="20"/>
      </w:rPr>
      <w:t>598</w:t>
    </w:r>
    <w:r w:rsidRPr="00F31096">
      <w:rPr>
        <w:color w:val="000000" w:themeColor="text1"/>
        <w:sz w:val="20"/>
        <w:szCs w:val="20"/>
      </w:rPr>
      <w:t>)</w:t>
    </w:r>
    <w:r w:rsidRPr="00F31096">
      <w:rPr>
        <w:color w:val="BA0000"/>
        <w:sz w:val="20"/>
        <w:szCs w:val="20"/>
      </w:rPr>
      <w:t xml:space="preserve"> 2419-0180</w:t>
    </w:r>
    <w:r w:rsidRPr="00F31096">
      <w:rPr>
        <w:color w:val="000000" w:themeColor="text1"/>
        <w:sz w:val="20"/>
        <w:szCs w:val="20"/>
      </w:rPr>
      <w:t>,</w:t>
    </w:r>
    <w:r w:rsidRPr="00F31096">
      <w:rPr>
        <w:color w:val="BA0000"/>
        <w:sz w:val="20"/>
        <w:szCs w:val="20"/>
      </w:rPr>
      <w:t xml:space="preserve"> 2419</w:t>
    </w:r>
    <w:r w:rsidR="00AF687F">
      <w:rPr>
        <w:color w:val="BA0000"/>
        <w:sz w:val="20"/>
        <w:szCs w:val="20"/>
      </w:rPr>
      <w:t>-</w:t>
    </w:r>
    <w:r w:rsidRPr="00F31096">
      <w:rPr>
        <w:color w:val="BA0000"/>
        <w:sz w:val="20"/>
        <w:szCs w:val="20"/>
      </w:rPr>
      <w:t>8700</w:t>
    </w:r>
    <w:r w:rsidRPr="00F31096">
      <w:rPr>
        <w:color w:val="000000" w:themeColor="text1"/>
        <w:sz w:val="20"/>
        <w:szCs w:val="20"/>
      </w:rPr>
      <w:t>,</w:t>
    </w:r>
    <w:r w:rsidRPr="00F31096">
      <w:rPr>
        <w:color w:val="BA0000"/>
        <w:sz w:val="20"/>
        <w:szCs w:val="20"/>
      </w:rPr>
      <w:t xml:space="preserve"> 2410-9299</w:t>
    </w:r>
    <w:r w:rsidRPr="00F31096">
      <w:rPr>
        <w:color w:val="000000" w:themeColor="text1"/>
        <w:sz w:val="20"/>
        <w:szCs w:val="20"/>
      </w:rPr>
      <w:t>,</w:t>
    </w:r>
    <w:r w:rsidRPr="00F31096">
      <w:rPr>
        <w:color w:val="BA0000"/>
        <w:sz w:val="20"/>
        <w:szCs w:val="20"/>
      </w:rPr>
      <w:t xml:space="preserve"> 2413-0510</w:t>
    </w:r>
  </w:p>
  <w:p w14:paraId="1AADDAB2" w14:textId="77777777" w:rsidR="00F31096" w:rsidRPr="00F31096" w:rsidRDefault="00F31096" w:rsidP="00F31096">
    <w:pPr>
      <w:pStyle w:val="Piedepgina"/>
      <w:jc w:val="center"/>
      <w:rPr>
        <w:color w:val="BA0000"/>
        <w:sz w:val="20"/>
        <w:szCs w:val="20"/>
      </w:rPr>
    </w:pPr>
    <w:r w:rsidRPr="00F31096">
      <w:rPr>
        <w:color w:val="BA0000"/>
        <w:sz w:val="20"/>
        <w:szCs w:val="20"/>
      </w:rPr>
      <w:t>www.partidocolorado.uy</w:t>
    </w:r>
    <w:r w:rsidRPr="00F31096">
      <w:rPr>
        <w:color w:val="000000" w:themeColor="text1"/>
        <w:sz w:val="20"/>
        <w:szCs w:val="20"/>
      </w:rPr>
      <w:t xml:space="preserve"> | </w:t>
    </w:r>
    <w:r w:rsidRPr="00F31096">
      <w:rPr>
        <w:color w:val="BA0000"/>
        <w:sz w:val="20"/>
        <w:szCs w:val="20"/>
      </w:rPr>
      <w:t>secretaria@partidocolorado.uy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192DD" w14:textId="77777777" w:rsidR="0005635D" w:rsidRDefault="0005635D" w:rsidP="00F31096">
      <w:r>
        <w:separator/>
      </w:r>
    </w:p>
  </w:footnote>
  <w:footnote w:type="continuationSeparator" w:id="0">
    <w:p w14:paraId="155DA2FF" w14:textId="77777777" w:rsidR="0005635D" w:rsidRDefault="0005635D" w:rsidP="00F31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31887" w14:textId="77777777" w:rsidR="00F31096" w:rsidRDefault="00F31096" w:rsidP="00F31096">
    <w:pPr>
      <w:pStyle w:val="Encabezado"/>
    </w:pPr>
  </w:p>
  <w:p w14:paraId="2C90CE9B" w14:textId="77777777" w:rsidR="00F31096" w:rsidRDefault="002A6A77" w:rsidP="00F31096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73432E" wp14:editId="6AE4F3E8">
              <wp:simplePos x="0" y="0"/>
              <wp:positionH relativeFrom="column">
                <wp:posOffset>2761821</wp:posOffset>
              </wp:positionH>
              <wp:positionV relativeFrom="paragraph">
                <wp:posOffset>138020</wp:posOffset>
              </wp:positionV>
              <wp:extent cx="2736788" cy="465221"/>
              <wp:effectExtent l="0" t="0" r="0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6788" cy="46522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DE0441" w14:textId="77777777" w:rsidR="002A6A77" w:rsidRPr="002A6A77" w:rsidRDefault="002A6A77" w:rsidP="002A6A77">
                          <w:pPr>
                            <w:jc w:val="right"/>
                            <w:rPr>
                              <w:rFonts w:ascii="Lato" w:hAnsi="Lato"/>
                              <w:b/>
                              <w:bCs/>
                              <w:color w:val="C00000"/>
                            </w:rPr>
                          </w:pPr>
                          <w:r w:rsidRPr="002A6A77">
                            <w:rPr>
                              <w:rFonts w:ascii="Lato" w:hAnsi="Lato"/>
                              <w:b/>
                              <w:bCs/>
                              <w:color w:val="C00000"/>
                            </w:rPr>
                            <w:t xml:space="preserve">COMISIÓN </w:t>
                          </w:r>
                          <w:r w:rsidR="008C4B67" w:rsidRPr="008C4B67">
                            <w:rPr>
                              <w:rFonts w:ascii="Lato" w:hAnsi="Lato"/>
                              <w:b/>
                              <w:bCs/>
                              <w:color w:val="C00000"/>
                            </w:rPr>
                            <w:t>NACIONAL ELECTORAL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73432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17.45pt;margin-top:10.85pt;width:215.5pt;height:3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" filled="f" stroked="f" strokeweight=".5pt">
              <v:textbox>
                <w:txbxContent>
                  <w:p w14:paraId="7BDE0441" w14:textId="77777777" w:rsidR="002A6A77" w:rsidRPr="002A6A77" w:rsidRDefault="002A6A77" w:rsidP="002A6A77">
                    <w:pPr>
                      <w:jc w:val="right"/>
                      <w:rPr>
                        <w:rFonts w:ascii="Lato" w:hAnsi="Lato"/>
                        <w:b/>
                        <w:bCs/>
                        <w:color w:val="C00000"/>
                      </w:rPr>
                    </w:pPr>
                    <w:r w:rsidRPr="002A6A77">
                      <w:rPr>
                        <w:rFonts w:ascii="Lato" w:hAnsi="Lato"/>
                        <w:b/>
                        <w:bCs/>
                        <w:color w:val="C00000"/>
                      </w:rPr>
                      <w:t xml:space="preserve">COMISIÓN </w:t>
                    </w:r>
                    <w:r w:rsidR="008C4B67" w:rsidRPr="008C4B67">
                      <w:rPr>
                        <w:rFonts w:ascii="Lato" w:hAnsi="Lato"/>
                        <w:b/>
                        <w:bCs/>
                        <w:color w:val="C00000"/>
                      </w:rPr>
                      <w:t>NACIONAL ELECTORAL</w:t>
                    </w:r>
                  </w:p>
                </w:txbxContent>
              </v:textbox>
            </v:shape>
          </w:pict>
        </mc:Fallback>
      </mc:AlternateContent>
    </w:r>
    <w:r w:rsidR="008E09C4">
      <w:rPr>
        <w:noProof/>
      </w:rPr>
      <w:drawing>
        <wp:inline distT="0" distB="0" distL="0" distR="0" wp14:anchorId="6C6DEDF6" wp14:editId="504ED8BF">
          <wp:extent cx="2248916" cy="6120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curso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8916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34FAA"/>
    <w:multiLevelType w:val="hybridMultilevel"/>
    <w:tmpl w:val="710C4F48"/>
    <w:lvl w:ilvl="0" w:tplc="97D2B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A0000"/>
        <w:sz w:val="24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27167"/>
    <w:multiLevelType w:val="hybridMultilevel"/>
    <w:tmpl w:val="98E4D88E"/>
    <w:lvl w:ilvl="0" w:tplc="60F4C9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AB66BF"/>
    <w:multiLevelType w:val="multilevel"/>
    <w:tmpl w:val="0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647224EF"/>
    <w:multiLevelType w:val="multilevel"/>
    <w:tmpl w:val="04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66145D77"/>
    <w:multiLevelType w:val="hybridMultilevel"/>
    <w:tmpl w:val="CF0463A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835359">
    <w:abstractNumId w:val="0"/>
  </w:num>
  <w:num w:numId="2" w16cid:durableId="363868235">
    <w:abstractNumId w:val="3"/>
  </w:num>
  <w:num w:numId="3" w16cid:durableId="1594046681">
    <w:abstractNumId w:val="1"/>
  </w:num>
  <w:num w:numId="4" w16cid:durableId="1791850721">
    <w:abstractNumId w:val="4"/>
  </w:num>
  <w:num w:numId="5" w16cid:durableId="1744908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15C"/>
    <w:rsid w:val="0005635D"/>
    <w:rsid w:val="000C4D6F"/>
    <w:rsid w:val="00181C75"/>
    <w:rsid w:val="001A4D8F"/>
    <w:rsid w:val="001A4EF6"/>
    <w:rsid w:val="001E38DF"/>
    <w:rsid w:val="002452D5"/>
    <w:rsid w:val="00271541"/>
    <w:rsid w:val="0027154C"/>
    <w:rsid w:val="00285949"/>
    <w:rsid w:val="002A6A77"/>
    <w:rsid w:val="002C1E86"/>
    <w:rsid w:val="002E0D9D"/>
    <w:rsid w:val="002F23E1"/>
    <w:rsid w:val="00306F5E"/>
    <w:rsid w:val="003343E4"/>
    <w:rsid w:val="00350279"/>
    <w:rsid w:val="00384363"/>
    <w:rsid w:val="003D2012"/>
    <w:rsid w:val="004005E8"/>
    <w:rsid w:val="00446A64"/>
    <w:rsid w:val="00485AAF"/>
    <w:rsid w:val="004C656E"/>
    <w:rsid w:val="004C6C51"/>
    <w:rsid w:val="00507F1F"/>
    <w:rsid w:val="005377D7"/>
    <w:rsid w:val="00540E1B"/>
    <w:rsid w:val="005535F9"/>
    <w:rsid w:val="005B15CC"/>
    <w:rsid w:val="00632BCE"/>
    <w:rsid w:val="00641180"/>
    <w:rsid w:val="0068330D"/>
    <w:rsid w:val="006F6381"/>
    <w:rsid w:val="0071571D"/>
    <w:rsid w:val="00715CB1"/>
    <w:rsid w:val="007469E6"/>
    <w:rsid w:val="007628ED"/>
    <w:rsid w:val="007833D9"/>
    <w:rsid w:val="007B00E7"/>
    <w:rsid w:val="007B1DB0"/>
    <w:rsid w:val="007C115C"/>
    <w:rsid w:val="007D6649"/>
    <w:rsid w:val="008518D1"/>
    <w:rsid w:val="008A47C1"/>
    <w:rsid w:val="008B0EB2"/>
    <w:rsid w:val="008B2D5B"/>
    <w:rsid w:val="008C4B67"/>
    <w:rsid w:val="008E09C4"/>
    <w:rsid w:val="00902F6E"/>
    <w:rsid w:val="009043FC"/>
    <w:rsid w:val="0090527E"/>
    <w:rsid w:val="00923337"/>
    <w:rsid w:val="009B5C17"/>
    <w:rsid w:val="00A42957"/>
    <w:rsid w:val="00A7151B"/>
    <w:rsid w:val="00A90C93"/>
    <w:rsid w:val="00AD5066"/>
    <w:rsid w:val="00AE084A"/>
    <w:rsid w:val="00AF687F"/>
    <w:rsid w:val="00B77E43"/>
    <w:rsid w:val="00C17959"/>
    <w:rsid w:val="00C75AC5"/>
    <w:rsid w:val="00CD6BAE"/>
    <w:rsid w:val="00D006E9"/>
    <w:rsid w:val="00D10188"/>
    <w:rsid w:val="00D1334C"/>
    <w:rsid w:val="00D50064"/>
    <w:rsid w:val="00D93380"/>
    <w:rsid w:val="00DB2994"/>
    <w:rsid w:val="00DC4A7F"/>
    <w:rsid w:val="00E429E3"/>
    <w:rsid w:val="00E56EC6"/>
    <w:rsid w:val="00EA171B"/>
    <w:rsid w:val="00ED33E8"/>
    <w:rsid w:val="00EE05BA"/>
    <w:rsid w:val="00F31096"/>
    <w:rsid w:val="00FA52F4"/>
    <w:rsid w:val="00FA7568"/>
    <w:rsid w:val="00FF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6A44EC"/>
  <w15:chartTrackingRefBased/>
  <w15:docId w15:val="{B4203697-7EB2-4C0D-811B-C6CDF65FB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C4A7F"/>
    <w:pPr>
      <w:spacing w:after="200" w:line="276" w:lineRule="auto"/>
    </w:pPr>
    <w:rPr>
      <w:sz w:val="22"/>
      <w:szCs w:val="22"/>
      <w:lang w:val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902F6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02F6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1096"/>
    <w:pPr>
      <w:tabs>
        <w:tab w:val="center" w:pos="4252"/>
        <w:tab w:val="right" w:pos="8504"/>
      </w:tabs>
      <w:spacing w:after="0" w:line="240" w:lineRule="auto"/>
    </w:pPr>
    <w:rPr>
      <w:sz w:val="24"/>
      <w:szCs w:val="24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31096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31096"/>
    <w:pPr>
      <w:tabs>
        <w:tab w:val="center" w:pos="4252"/>
        <w:tab w:val="right" w:pos="8504"/>
      </w:tabs>
      <w:spacing w:after="0" w:line="240" w:lineRule="auto"/>
    </w:pPr>
    <w:rPr>
      <w:sz w:val="24"/>
      <w:szCs w:val="24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31096"/>
    <w:rPr>
      <w:lang w:val="es-ES"/>
    </w:rPr>
  </w:style>
  <w:style w:type="table" w:styleId="Tablaconcuadrcula">
    <w:name w:val="Table Grid"/>
    <w:basedOn w:val="Tablanormal"/>
    <w:uiPriority w:val="39"/>
    <w:rsid w:val="00F31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idoColorado">
    <w:name w:val="Partido Colorado"/>
    <w:basedOn w:val="Normal"/>
    <w:autoRedefine/>
    <w:qFormat/>
    <w:rsid w:val="00F31096"/>
    <w:pPr>
      <w:tabs>
        <w:tab w:val="left" w:pos="3228"/>
      </w:tabs>
      <w:spacing w:before="120" w:after="0" w:line="300" w:lineRule="auto"/>
      <w:jc w:val="both"/>
    </w:pPr>
    <w:rPr>
      <w:sz w:val="24"/>
      <w:szCs w:val="24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09C4"/>
    <w:pPr>
      <w:spacing w:after="0" w:line="240" w:lineRule="auto"/>
    </w:pPr>
    <w:rPr>
      <w:rFonts w:ascii="Times New Roman" w:hAnsi="Times New Roman" w:cs="Times New Roman"/>
      <w:sz w:val="18"/>
      <w:szCs w:val="18"/>
      <w:lang w:val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09C4"/>
    <w:rPr>
      <w:rFonts w:ascii="Times New Roman" w:hAnsi="Times New Roman" w:cs="Times New Roman"/>
      <w:sz w:val="18"/>
      <w:szCs w:val="18"/>
      <w:lang w:val="es-ES"/>
    </w:rPr>
  </w:style>
  <w:style w:type="paragraph" w:customStyle="1" w:styleId="T1PC">
    <w:name w:val="T1 PC"/>
    <w:basedOn w:val="Ttulo1"/>
    <w:autoRedefine/>
    <w:qFormat/>
    <w:rsid w:val="00EE05BA"/>
    <w:pPr>
      <w:spacing w:after="240" w:line="276" w:lineRule="auto"/>
      <w:jc w:val="center"/>
    </w:pPr>
    <w:rPr>
      <w:rFonts w:asciiTheme="minorHAnsi" w:hAnsiTheme="minorHAnsi" w:cstheme="minorHAnsi"/>
      <w:b/>
      <w:bCs/>
      <w:color w:val="BB0000"/>
      <w:spacing w:val="-3"/>
      <w:lang w:val="es-ES_tradnl" w:eastAsia="es-ES_tradnl"/>
    </w:rPr>
  </w:style>
  <w:style w:type="character" w:customStyle="1" w:styleId="Ttulo1Car">
    <w:name w:val="Título 1 Car"/>
    <w:basedOn w:val="Fuentedeprrafopredeter"/>
    <w:link w:val="Ttulo1"/>
    <w:uiPriority w:val="9"/>
    <w:rsid w:val="00902F6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/>
    </w:rPr>
  </w:style>
  <w:style w:type="paragraph" w:customStyle="1" w:styleId="CAP">
    <w:name w:val="CAP"/>
    <w:basedOn w:val="Ttulo2"/>
    <w:qFormat/>
    <w:rsid w:val="00902F6E"/>
    <w:pPr>
      <w:spacing w:before="160" w:after="120"/>
      <w:jc w:val="center"/>
    </w:pPr>
    <w:rPr>
      <w:rFonts w:asciiTheme="minorHAnsi" w:hAnsiTheme="minorHAnsi" w:cstheme="minorHAnsi"/>
      <w:i/>
      <w:color w:val="BB0000"/>
      <w:sz w:val="28"/>
      <w:lang w:val="es-ES_tradnl" w:eastAsia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02F6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021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6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1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446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77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12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27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4463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952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559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9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80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614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0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82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744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Downloads\Comisi&#243;n%20Nacional%20Electoral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Comisión Nacional Electoral</Template>
  <TotalTime>171</TotalTime>
  <Pages>10</Pages>
  <Words>1354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Laura Daniela Ferreira González</cp:lastModifiedBy>
  <cp:revision>5</cp:revision>
  <cp:lastPrinted>2023-03-17T21:24:00Z</cp:lastPrinted>
  <dcterms:created xsi:type="dcterms:W3CDTF">2023-03-17T21:29:00Z</dcterms:created>
  <dcterms:modified xsi:type="dcterms:W3CDTF">2023-03-18T00:19:00Z</dcterms:modified>
</cp:coreProperties>
</file>